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E960BB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3DF92063" w:rsidRDefault="0071620A" w14:paraId="7E3DA281" wp14:textId="2E71B779">
      <w:pPr>
        <w:spacing w:after="0" w:line="240" w:lineRule="exact"/>
        <w:jc w:val="center"/>
        <w:rPr>
          <w:rFonts w:ascii="Corbel" w:hAnsi="Corbel"/>
          <w:smallCaps w:val="1"/>
          <w:sz w:val="24"/>
          <w:szCs w:val="24"/>
        </w:rPr>
      </w:pPr>
      <w:r w:rsidRPr="3DF92063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3DF92063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3DF92063" w:rsidR="00D61E16">
        <w:rPr>
          <w:rFonts w:ascii="Corbel" w:hAnsi="Corbel"/>
          <w:smallCaps w:val="1"/>
          <w:sz w:val="24"/>
          <w:szCs w:val="24"/>
        </w:rPr>
        <w:t>20</w:t>
      </w:r>
      <w:r w:rsidRPr="3DF92063" w:rsidR="7CA8EA17">
        <w:rPr>
          <w:rFonts w:ascii="Corbel" w:hAnsi="Corbel"/>
          <w:smallCaps w:val="1"/>
          <w:sz w:val="24"/>
          <w:szCs w:val="24"/>
        </w:rPr>
        <w:t>20</w:t>
      </w:r>
      <w:r w:rsidRPr="3DF92063" w:rsidR="00E37E9D">
        <w:rPr>
          <w:rFonts w:ascii="Corbel" w:hAnsi="Corbel"/>
          <w:smallCaps w:val="1"/>
          <w:sz w:val="24"/>
          <w:szCs w:val="24"/>
        </w:rPr>
        <w:t>–</w:t>
      </w:r>
      <w:r w:rsidRPr="3DF92063" w:rsidR="00D61E16">
        <w:rPr>
          <w:rFonts w:ascii="Corbel" w:hAnsi="Corbel"/>
          <w:smallCaps w:val="1"/>
          <w:sz w:val="24"/>
          <w:szCs w:val="24"/>
        </w:rPr>
        <w:t>202</w:t>
      </w:r>
      <w:r w:rsidRPr="3DF92063" w:rsidR="0948434D">
        <w:rPr>
          <w:rFonts w:ascii="Corbel" w:hAnsi="Corbel"/>
          <w:smallCaps w:val="1"/>
          <w:sz w:val="24"/>
          <w:szCs w:val="24"/>
        </w:rPr>
        <w:t>3</w:t>
      </w:r>
    </w:p>
    <w:p xmlns:wp14="http://schemas.microsoft.com/office/word/2010/wordml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445970" w:rsidP="00EA4832" w:rsidRDefault="00445970" w14:paraId="5FBDA86A" wp14:textId="67BC1BD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 </w:t>
      </w:r>
      <w:r w:rsidR="00D61E16">
        <w:rPr>
          <w:rFonts w:ascii="Corbel" w:hAnsi="Corbel"/>
          <w:sz w:val="20"/>
          <w:szCs w:val="20"/>
        </w:rPr>
        <w:t>202</w:t>
      </w:r>
      <w:r w:rsidR="781E207E">
        <w:rPr>
          <w:rFonts w:ascii="Corbel" w:hAnsi="Corbel"/>
          <w:sz w:val="20"/>
          <w:szCs w:val="20"/>
        </w:rPr>
        <w:t>2</w:t>
      </w:r>
      <w:r w:rsidR="00D61E16">
        <w:rPr>
          <w:rFonts w:ascii="Corbel" w:hAnsi="Corbel"/>
          <w:sz w:val="20"/>
          <w:szCs w:val="20"/>
        </w:rPr>
        <w:t>/202</w:t>
      </w:r>
      <w:r w:rsidR="35BB206C">
        <w:rPr>
          <w:rFonts w:ascii="Corbel" w:hAnsi="Corbel"/>
          <w:sz w:val="20"/>
          <w:szCs w:val="20"/>
        </w:rPr>
        <w:t>3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AB703F" w:rsidR="0085747A" w:rsidTr="00B819C8" w14:paraId="41FEB4BB" wp14:textId="77777777">
        <w:tc>
          <w:tcPr>
            <w:tcW w:w="2694" w:type="dxa"/>
            <w:vAlign w:val="center"/>
          </w:tcPr>
          <w:p w:rsidRPr="00AB703F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AB703F" w:rsidR="0085747A" w:rsidP="00D61E16" w:rsidRDefault="00225DE5" w14:paraId="2A2C08B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 xml:space="preserve">Ochrona środowiska </w:t>
            </w:r>
            <w:r w:rsidRPr="00AB703F" w:rsidR="00D61E16">
              <w:rPr>
                <w:rFonts w:ascii="Corbel" w:hAnsi="Corbel"/>
                <w:b w:val="0"/>
                <w:sz w:val="24"/>
                <w:szCs w:val="24"/>
              </w:rPr>
              <w:t>naturalnego</w:t>
            </w:r>
          </w:p>
        </w:tc>
      </w:tr>
      <w:tr xmlns:wp14="http://schemas.microsoft.com/office/word/2010/wordml" w:rsidRPr="00AB703F" w:rsidR="0085747A" w:rsidTr="00B819C8" w14:paraId="5AA05034" wp14:textId="77777777">
        <w:tc>
          <w:tcPr>
            <w:tcW w:w="2694" w:type="dxa"/>
            <w:vAlign w:val="center"/>
          </w:tcPr>
          <w:p w:rsidRPr="00AB703F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Pr="00AB703F" w:rsidR="0085747A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:rsidRPr="00AB703F" w:rsidR="0085747A" w:rsidP="009C54AE" w:rsidRDefault="006127E6" w14:paraId="7CCF635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BW 49</w:t>
            </w:r>
          </w:p>
        </w:tc>
      </w:tr>
      <w:tr xmlns:wp14="http://schemas.microsoft.com/office/word/2010/wordml" w:rsidRPr="00AB703F" w:rsidR="0085747A" w:rsidTr="00B819C8" w14:paraId="5C0172EC" wp14:textId="77777777">
        <w:tc>
          <w:tcPr>
            <w:tcW w:w="2694" w:type="dxa"/>
            <w:vAlign w:val="center"/>
          </w:tcPr>
          <w:p w:rsidRPr="00AB703F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nazwa</w:t>
            </w:r>
            <w:r w:rsidRPr="00AB703F" w:rsidR="00C05F44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AB703F" w:rsidR="0085747A" w:rsidP="009C54AE" w:rsidRDefault="00E37E9D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AB703F" w:rsidR="0085747A" w:rsidTr="00B819C8" w14:paraId="0AEA36E1" wp14:textId="77777777">
        <w:tc>
          <w:tcPr>
            <w:tcW w:w="2694" w:type="dxa"/>
            <w:vAlign w:val="center"/>
          </w:tcPr>
          <w:p w:rsidRPr="00AB703F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AB703F" w:rsidR="0085747A" w:rsidP="009C54AE" w:rsidRDefault="00E37E9D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</w:t>
            </w:r>
            <w:bookmarkStart w:name="_GoBack" w:id="0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ołecznych</w:t>
            </w:r>
          </w:p>
        </w:tc>
      </w:tr>
      <w:tr xmlns:wp14="http://schemas.microsoft.com/office/word/2010/wordml" w:rsidRPr="00AB703F" w:rsidR="0085747A" w:rsidTr="00B819C8" w14:paraId="08E2BE52" wp14:textId="77777777">
        <w:tc>
          <w:tcPr>
            <w:tcW w:w="2694" w:type="dxa"/>
            <w:vAlign w:val="center"/>
          </w:tcPr>
          <w:p w:rsidRPr="00AB703F" w:rsidR="0085747A" w:rsidP="009C54AE" w:rsidRDefault="0085747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AB703F" w:rsidR="0085747A" w:rsidP="009C54AE" w:rsidRDefault="00225DE5" w14:paraId="16FA220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AB703F" w:rsidR="0085747A" w:rsidTr="00B819C8" w14:paraId="2334054F" wp14:textId="77777777">
        <w:tc>
          <w:tcPr>
            <w:tcW w:w="2694" w:type="dxa"/>
            <w:vAlign w:val="center"/>
          </w:tcPr>
          <w:p w:rsidRPr="00AB703F" w:rsidR="0085747A" w:rsidP="009C54AE" w:rsidRDefault="00DE4A14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AB703F" w:rsidR="0085747A" w:rsidP="009C54AE" w:rsidRDefault="00225DE5" w14:paraId="43B687E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xmlns:wp14="http://schemas.microsoft.com/office/word/2010/wordml" w:rsidRPr="00AB703F" w:rsidR="0085747A" w:rsidTr="00B819C8" w14:paraId="3B32AF2E" wp14:textId="77777777">
        <w:tc>
          <w:tcPr>
            <w:tcW w:w="2694" w:type="dxa"/>
            <w:vAlign w:val="center"/>
          </w:tcPr>
          <w:p w:rsidRPr="00AB703F" w:rsidR="0085747A" w:rsidP="009C54AE" w:rsidRDefault="0085747A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Pr="00AB703F" w:rsidR="0085747A" w:rsidP="009C54AE" w:rsidRDefault="002107C8" w14:paraId="439CFC3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AB703F" w:rsidR="0085747A" w:rsidTr="00B819C8" w14:paraId="524CED50" wp14:textId="77777777">
        <w:tc>
          <w:tcPr>
            <w:tcW w:w="2694" w:type="dxa"/>
            <w:vAlign w:val="center"/>
          </w:tcPr>
          <w:p w:rsidRPr="00AB703F" w:rsidR="0085747A" w:rsidP="009C54AE" w:rsidRDefault="0085747A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AB703F" w:rsidR="0085747A" w:rsidP="009C54AE" w:rsidRDefault="00225DE5" w14:paraId="00ECDD0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xmlns:wp14="http://schemas.microsoft.com/office/word/2010/wordml" w:rsidRPr="00AB703F" w:rsidR="0085747A" w:rsidTr="00B819C8" w14:paraId="32876FB2" wp14:textId="77777777">
        <w:tc>
          <w:tcPr>
            <w:tcW w:w="2694" w:type="dxa"/>
            <w:vAlign w:val="center"/>
          </w:tcPr>
          <w:p w:rsidRPr="00AB703F" w:rsidR="0085747A" w:rsidP="009C54AE" w:rsidRDefault="0085747A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Pr="00AB703F" w:rsidR="0030395F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AB703F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AB703F" w:rsidR="0085747A" w:rsidP="009C54AE" w:rsidRDefault="00E37E9D" w14:paraId="2F8C8C0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V</w:t>
            </w:r>
            <w:r w:rsidRPr="00AB703F" w:rsidR="00225DE5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xmlns:wp14="http://schemas.microsoft.com/office/word/2010/wordml" w:rsidRPr="00AB703F" w:rsidR="0085747A" w:rsidTr="00B819C8" w14:paraId="07A901A6" wp14:textId="77777777">
        <w:tc>
          <w:tcPr>
            <w:tcW w:w="2694" w:type="dxa"/>
            <w:vAlign w:val="center"/>
          </w:tcPr>
          <w:p w:rsidRPr="00AB703F" w:rsidR="0085747A" w:rsidP="009C54AE" w:rsidRDefault="0085747A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AB703F" w:rsidR="0085747A" w:rsidP="009C54AE" w:rsidRDefault="00063109" w14:paraId="1E711CD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xmlns:wp14="http://schemas.microsoft.com/office/word/2010/wordml" w:rsidRPr="00AB703F" w:rsidR="00923D7D" w:rsidTr="00B819C8" w14:paraId="2786482B" wp14:textId="77777777">
        <w:tc>
          <w:tcPr>
            <w:tcW w:w="2694" w:type="dxa"/>
            <w:vAlign w:val="center"/>
          </w:tcPr>
          <w:p w:rsidRPr="00AB703F" w:rsidR="00923D7D" w:rsidP="009C54AE" w:rsidRDefault="00923D7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AB703F" w:rsidR="00923D7D" w:rsidP="009C54AE" w:rsidRDefault="00225DE5" w14:paraId="205A1F1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AB703F" w:rsidR="0085747A" w:rsidTr="00B819C8" w14:paraId="09522D67" wp14:textId="77777777">
        <w:tc>
          <w:tcPr>
            <w:tcW w:w="2694" w:type="dxa"/>
            <w:vAlign w:val="center"/>
          </w:tcPr>
          <w:p w:rsidRPr="00AB703F" w:rsidR="0085747A" w:rsidP="009C54AE" w:rsidRDefault="0085747A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AB703F" w:rsidR="0085747A" w:rsidP="009C54AE" w:rsidRDefault="00D10D8F" w14:paraId="314389E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AB703F" w:rsidR="00225DE5">
              <w:rPr>
                <w:rFonts w:ascii="Corbel" w:hAnsi="Corbel"/>
                <w:b w:val="0"/>
                <w:sz w:val="24"/>
                <w:szCs w:val="24"/>
              </w:rPr>
              <w:t>r Małgorza</w:t>
            </w:r>
            <w:r>
              <w:rPr>
                <w:rFonts w:ascii="Corbel" w:hAnsi="Corbel"/>
                <w:b w:val="0"/>
                <w:sz w:val="24"/>
                <w:szCs w:val="24"/>
              </w:rPr>
              <w:t>ta Buczek-</w:t>
            </w:r>
            <w:r w:rsidRPr="00AB703F" w:rsidR="00225DE5">
              <w:rPr>
                <w:rFonts w:ascii="Corbel" w:hAnsi="Corbel"/>
                <w:b w:val="0"/>
                <w:sz w:val="24"/>
                <w:szCs w:val="24"/>
              </w:rPr>
              <w:t>Kowalik</w:t>
            </w:r>
          </w:p>
        </w:tc>
      </w:tr>
      <w:tr xmlns:wp14="http://schemas.microsoft.com/office/word/2010/wordml" w:rsidRPr="00AB703F" w:rsidR="0085747A" w:rsidTr="00B819C8" w14:paraId="3C2955FC" wp14:textId="77777777">
        <w:tc>
          <w:tcPr>
            <w:tcW w:w="2694" w:type="dxa"/>
            <w:vAlign w:val="center"/>
          </w:tcPr>
          <w:p w:rsidRPr="00AB703F" w:rsidR="0085747A" w:rsidP="009C54AE" w:rsidRDefault="0085747A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AB703F" w:rsidR="0085747A" w:rsidP="009C54AE" w:rsidRDefault="00D10D8F" w14:paraId="54D7DDA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Buczek-</w:t>
            </w:r>
            <w:r w:rsidRPr="00AB703F" w:rsidR="00225DE5">
              <w:rPr>
                <w:rFonts w:ascii="Corbel" w:hAnsi="Corbel"/>
                <w:b w:val="0"/>
                <w:sz w:val="24"/>
                <w:szCs w:val="24"/>
              </w:rPr>
              <w:t>Kowalik</w:t>
            </w:r>
          </w:p>
        </w:tc>
      </w:tr>
    </w:tbl>
    <w:p xmlns:wp14="http://schemas.microsoft.com/office/word/2010/wordml" w:rsidRPr="00AB703F" w:rsidR="00923D7D" w:rsidP="006127E6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 xml:space="preserve">* </w:t>
      </w:r>
      <w:r w:rsidRPr="00AB703F">
        <w:rPr>
          <w:rFonts w:ascii="Corbel" w:hAnsi="Corbel"/>
          <w:i/>
          <w:sz w:val="24"/>
          <w:szCs w:val="24"/>
        </w:rPr>
        <w:t>-</w:t>
      </w:r>
      <w:r w:rsidRPr="00AB703F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AB703F" w:rsidR="00B90885">
        <w:rPr>
          <w:rFonts w:ascii="Corbel" w:hAnsi="Corbel"/>
          <w:b w:val="0"/>
          <w:sz w:val="24"/>
          <w:szCs w:val="24"/>
        </w:rPr>
        <w:t>e,</w:t>
      </w:r>
      <w:r w:rsidRPr="00AB703F">
        <w:rPr>
          <w:rFonts w:ascii="Corbel" w:hAnsi="Corbel"/>
          <w:i/>
          <w:sz w:val="24"/>
          <w:szCs w:val="24"/>
        </w:rPr>
        <w:t xml:space="preserve"> </w:t>
      </w:r>
      <w:r w:rsidRPr="00AB703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AB703F"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AB703F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>1.</w:t>
      </w:r>
      <w:r w:rsidRPr="00AB703F" w:rsidR="00E22FBC">
        <w:rPr>
          <w:rFonts w:ascii="Corbel" w:hAnsi="Corbel"/>
          <w:sz w:val="24"/>
          <w:szCs w:val="24"/>
        </w:rPr>
        <w:t>1</w:t>
      </w:r>
      <w:r w:rsidRPr="00AB703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AB703F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xmlns:wp14="http://schemas.microsoft.com/office/word/2010/wordml" w:rsidRPr="00AB703F" w:rsidR="00015B8F" w:rsidTr="00C766DF" w14:paraId="4A00F406" wp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B703F"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AB703F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AB703F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B703F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B703F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AB703F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B703F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B703F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B703F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AB703F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B703F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B703F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B703F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AB703F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B703F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B703F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B703F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AB703F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B703F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B703F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Pr="00AB703F" w:rsidR="00B90885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AB703F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xmlns:wp14="http://schemas.microsoft.com/office/word/2010/wordml" w:rsidRPr="00AB703F" w:rsidR="00015B8F" w:rsidTr="00C766DF" w14:paraId="0E91BDBF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B703F" w:rsidR="00015B8F" w:rsidP="009C54AE" w:rsidRDefault="00063109" w14:paraId="78941E47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B703F" w:rsidR="00015B8F" w:rsidP="009C54AE" w:rsidRDefault="00015B8F" w14:paraId="5DAB6C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B703F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B703F" w:rsidR="00015B8F" w:rsidP="009C54AE" w:rsidRDefault="005374BC" w14:paraId="33CFEC6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B703F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B703F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B703F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B703F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B703F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B703F" w:rsidR="00015B8F" w:rsidP="009C54AE" w:rsidRDefault="00063109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AB703F" w:rsidR="00923D7D" w:rsidP="006127E6" w:rsidRDefault="00923D7D" w14:paraId="0E27B00A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val="pl-PL" w:eastAsia="en-US"/>
        </w:rPr>
      </w:pPr>
    </w:p>
    <w:p xmlns:wp14="http://schemas.microsoft.com/office/word/2010/wordml" w:rsidRPr="00AB703F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>1.</w:t>
      </w:r>
      <w:r w:rsidRPr="00AB703F" w:rsidR="00E22FBC">
        <w:rPr>
          <w:rFonts w:ascii="Corbel" w:hAnsi="Corbel"/>
          <w:smallCaps w:val="0"/>
          <w:szCs w:val="24"/>
        </w:rPr>
        <w:t>2</w:t>
      </w:r>
      <w:r w:rsidRPr="00AB703F" w:rsidR="00F83B28">
        <w:rPr>
          <w:rFonts w:ascii="Corbel" w:hAnsi="Corbel"/>
          <w:smallCaps w:val="0"/>
          <w:szCs w:val="24"/>
        </w:rPr>
        <w:t>.</w:t>
      </w:r>
      <w:r w:rsidRPr="00AB703F" w:rsidR="00F83B28">
        <w:rPr>
          <w:rFonts w:ascii="Corbel" w:hAnsi="Corbel"/>
          <w:smallCaps w:val="0"/>
          <w:szCs w:val="24"/>
        </w:rPr>
        <w:tab/>
      </w:r>
      <w:r w:rsidRPr="00AB703F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AB703F" w:rsidR="0085747A" w:rsidP="00F83B28" w:rsidRDefault="00063109" w14:paraId="078CDEFA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703F">
        <w:rPr>
          <w:rFonts w:ascii="Corbel" w:hAnsi="Corbel" w:eastAsia="MS Gothic" w:cs="MS Gothic"/>
          <w:b w:val="0"/>
          <w:szCs w:val="24"/>
        </w:rPr>
        <w:t>X</w:t>
      </w:r>
      <w:r w:rsidRPr="00AB703F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AB703F" w:rsidR="0085747A" w:rsidP="00F83B28" w:rsidRDefault="00FB0BB3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319E">
        <w:rPr>
          <w:rFonts w:ascii="Segoe UI Symbol" w:hAnsi="Segoe UI Symbol" w:eastAsia="MS Gothic" w:cs="Segoe UI Symbol"/>
          <w:b w:val="0"/>
          <w:szCs w:val="24"/>
        </w:rPr>
        <w:t>☐</w:t>
      </w:r>
      <w:r w:rsidRPr="00AB703F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AB703F" w:rsidR="0085747A" w:rsidP="009C54AE" w:rsidRDefault="0085747A" w14:paraId="60061E4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AB703F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1.3 </w:t>
      </w:r>
      <w:r w:rsidRPr="00AB703F" w:rsidR="00F83B28">
        <w:rPr>
          <w:rFonts w:ascii="Corbel" w:hAnsi="Corbel"/>
          <w:smallCaps w:val="0"/>
          <w:szCs w:val="24"/>
        </w:rPr>
        <w:tab/>
      </w:r>
      <w:r w:rsidRPr="00AB703F">
        <w:rPr>
          <w:rFonts w:ascii="Corbel" w:hAnsi="Corbel"/>
          <w:smallCaps w:val="0"/>
          <w:szCs w:val="24"/>
        </w:rPr>
        <w:t>For</w:t>
      </w:r>
      <w:r w:rsidRPr="00AB703F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AB703F">
        <w:rPr>
          <w:rFonts w:ascii="Corbel" w:hAnsi="Corbel"/>
          <w:smallCaps w:val="0"/>
          <w:szCs w:val="24"/>
        </w:rPr>
        <w:t xml:space="preserve"> (z toku) </w:t>
      </w:r>
      <w:r w:rsidRPr="00AB703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Pr="00D10D8F" w:rsidR="009C54AE" w:rsidP="00D10D8F" w:rsidRDefault="00063109" w14:paraId="55D48E7E" wp14:textId="77777777">
      <w:pPr>
        <w:pStyle w:val="Punktygwne"/>
        <w:spacing w:before="0" w:after="0"/>
        <w:ind w:left="720"/>
        <w:rPr>
          <w:rFonts w:ascii="Corbel" w:hAnsi="Corbel"/>
          <w:b w:val="0"/>
          <w:smallCaps w:val="0"/>
          <w:szCs w:val="24"/>
        </w:rPr>
      </w:pPr>
      <w:r w:rsidRPr="00D10D8F">
        <w:rPr>
          <w:rFonts w:ascii="Corbel" w:hAnsi="Corbel"/>
          <w:b w:val="0"/>
          <w:smallCaps w:val="0"/>
          <w:szCs w:val="24"/>
        </w:rPr>
        <w:t>zaliczenie z oceną</w:t>
      </w:r>
    </w:p>
    <w:p xmlns:wp14="http://schemas.microsoft.com/office/word/2010/wordml" w:rsidRPr="00AB703F" w:rsidR="00E960BB" w:rsidP="009C54AE" w:rsidRDefault="00E960BB" w14:paraId="44EAFD9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AB703F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AB703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AB703F" w:rsidR="0085747A" w:rsidTr="00745302" w14:paraId="581A3E42" wp14:textId="77777777">
        <w:tc>
          <w:tcPr>
            <w:tcW w:w="9670" w:type="dxa"/>
          </w:tcPr>
          <w:p w:rsidRPr="00AB703F" w:rsidR="0085747A" w:rsidP="009C54AE" w:rsidRDefault="00063109" w14:paraId="61D59183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703F">
              <w:rPr>
                <w:rFonts w:ascii="Corbel" w:hAnsi="Corbel"/>
                <w:b w:val="0"/>
                <w:bCs/>
                <w:smallCaps w:val="0"/>
                <w:spacing w:val="-6"/>
                <w:szCs w:val="24"/>
              </w:rPr>
              <w:t xml:space="preserve">Podstawowe </w:t>
            </w:r>
            <w:r w:rsidRPr="00AB703F" w:rsidR="0009422B">
              <w:rPr>
                <w:rFonts w:ascii="Corbel" w:hAnsi="Corbel"/>
                <w:b w:val="0"/>
                <w:bCs/>
                <w:smallCaps w:val="0"/>
                <w:spacing w:val="-6"/>
                <w:szCs w:val="24"/>
              </w:rPr>
              <w:t>wiadomości z zakresu geografii,</w:t>
            </w:r>
            <w:r w:rsidRPr="00AB703F">
              <w:rPr>
                <w:rFonts w:ascii="Corbel" w:hAnsi="Corbel"/>
                <w:b w:val="0"/>
                <w:bCs/>
                <w:smallCaps w:val="0"/>
                <w:spacing w:val="-6"/>
                <w:szCs w:val="24"/>
              </w:rPr>
              <w:t xml:space="preserve">  biologii</w:t>
            </w:r>
            <w:r w:rsidRPr="00AB703F" w:rsidR="0009422B">
              <w:rPr>
                <w:rFonts w:ascii="Corbel" w:hAnsi="Corbel"/>
                <w:b w:val="0"/>
                <w:bCs/>
                <w:smallCaps w:val="0"/>
                <w:spacing w:val="-6"/>
                <w:szCs w:val="24"/>
              </w:rPr>
              <w:t>,  nauk społecznych</w:t>
            </w:r>
          </w:p>
          <w:p w:rsidRPr="00AB703F" w:rsidR="0085747A" w:rsidP="009C54AE" w:rsidRDefault="0085747A" w14:paraId="4B94D5A5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Pr="00AB703F" w:rsidR="00153C41" w:rsidP="009C54AE" w:rsidRDefault="00153C41" w14:paraId="3DEEC669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AB703F" w:rsidR="00F465C9" w:rsidP="009C54AE" w:rsidRDefault="00F465C9" w14:paraId="3656B9A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AB703F" w:rsidR="00F465C9" w:rsidP="009C54AE" w:rsidRDefault="00F465C9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AB703F" w:rsidR="00F465C9" w:rsidP="009C54AE" w:rsidRDefault="00F465C9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AB703F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AB703F">
        <w:rPr>
          <w:rFonts w:ascii="Corbel" w:hAnsi="Corbel"/>
          <w:szCs w:val="24"/>
        </w:rPr>
        <w:lastRenderedPageBreak/>
        <w:t>3.</w:t>
      </w:r>
      <w:r w:rsidRPr="00AB703F" w:rsidR="0085747A">
        <w:rPr>
          <w:rFonts w:ascii="Corbel" w:hAnsi="Corbel"/>
          <w:szCs w:val="24"/>
        </w:rPr>
        <w:t xml:space="preserve"> </w:t>
      </w:r>
      <w:r w:rsidRPr="00AB703F" w:rsidR="00A84C85">
        <w:rPr>
          <w:rFonts w:ascii="Corbel" w:hAnsi="Corbel"/>
          <w:szCs w:val="24"/>
        </w:rPr>
        <w:t>cele, efekty uczenia się</w:t>
      </w:r>
      <w:r w:rsidRPr="00AB703F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AB703F" w:rsidR="0085747A" w:rsidP="009C54AE" w:rsidRDefault="0085747A" w14:paraId="53128261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AB703F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 xml:space="preserve">3.1 </w:t>
      </w:r>
      <w:r w:rsidRPr="00AB703F"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AB703F" w:rsidR="00F83B28" w:rsidP="009C54AE" w:rsidRDefault="00F83B28" w14:paraId="62486C05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xmlns:wp14="http://schemas.microsoft.com/office/word/2010/wordml" w:rsidRPr="00AB703F" w:rsidR="0085747A" w:rsidTr="00923D7D" w14:paraId="1BEBC887" wp14:textId="77777777">
        <w:tc>
          <w:tcPr>
            <w:tcW w:w="851" w:type="dxa"/>
            <w:vAlign w:val="center"/>
          </w:tcPr>
          <w:p w:rsidRPr="00AB703F" w:rsidR="0085747A" w:rsidP="009C54AE" w:rsidRDefault="0085747A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AB703F" w:rsidR="0085747A" w:rsidP="00063109" w:rsidRDefault="00063109" w14:paraId="214FB581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z historią i zakresem ochrony środowiska w Polsce i na świecie</w:t>
            </w:r>
          </w:p>
        </w:tc>
      </w:tr>
      <w:tr xmlns:wp14="http://schemas.microsoft.com/office/word/2010/wordml" w:rsidRPr="00AB703F" w:rsidR="00063109" w:rsidTr="00923D7D" w14:paraId="0D1B9A9E" wp14:textId="77777777">
        <w:tc>
          <w:tcPr>
            <w:tcW w:w="851" w:type="dxa"/>
            <w:vAlign w:val="center"/>
          </w:tcPr>
          <w:p w:rsidRPr="00AB703F" w:rsidR="00063109" w:rsidP="009C54AE" w:rsidRDefault="00063109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Pr="00AB703F" w:rsidR="00063109" w:rsidP="00C860DA" w:rsidRDefault="00063109" w14:paraId="062EDBB4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jc w:val="both"/>
              <w:outlineLvl w:val="0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AB703F">
              <w:rPr>
                <w:rFonts w:ascii="Corbel" w:hAnsi="Corbel"/>
                <w:bCs/>
                <w:spacing w:val="-4"/>
                <w:sz w:val="24"/>
                <w:szCs w:val="24"/>
              </w:rPr>
              <w:t xml:space="preserve">Zapoznanie z różnymi aspektami ochrony środowiska naturalnego </w:t>
            </w:r>
            <w:r w:rsidRPr="00AB703F" w:rsidR="0009422B">
              <w:rPr>
                <w:rFonts w:ascii="Corbel" w:hAnsi="Corbel"/>
                <w:bCs/>
                <w:spacing w:val="-4"/>
                <w:sz w:val="24"/>
                <w:szCs w:val="24"/>
              </w:rPr>
              <w:t>(prawne, instytucjonalne, społeczne)</w:t>
            </w:r>
          </w:p>
        </w:tc>
      </w:tr>
      <w:tr xmlns:wp14="http://schemas.microsoft.com/office/word/2010/wordml" w:rsidRPr="00AB703F" w:rsidR="00063109" w:rsidTr="00923D7D" w14:paraId="269C53EE" wp14:textId="77777777">
        <w:tc>
          <w:tcPr>
            <w:tcW w:w="851" w:type="dxa"/>
            <w:vAlign w:val="center"/>
          </w:tcPr>
          <w:p w:rsidRPr="00AB703F" w:rsidR="00063109" w:rsidP="009C54AE" w:rsidRDefault="00063109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:rsidRPr="00AB703F" w:rsidR="00063109" w:rsidP="00C860DA" w:rsidRDefault="00063109" w14:paraId="027BD15E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Uporządkowanie wiedzy na temat stanu ochrony środowiska w Polsce i UE</w:t>
            </w:r>
          </w:p>
        </w:tc>
      </w:tr>
      <w:tr xmlns:wp14="http://schemas.microsoft.com/office/word/2010/wordml" w:rsidRPr="00AB703F" w:rsidR="00063109" w:rsidTr="00923D7D" w14:paraId="27CB4EA9" wp14:textId="77777777">
        <w:tc>
          <w:tcPr>
            <w:tcW w:w="851" w:type="dxa"/>
            <w:vAlign w:val="center"/>
          </w:tcPr>
          <w:p w:rsidRPr="00AB703F" w:rsidR="00063109" w:rsidP="009C54AE" w:rsidRDefault="00063109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:rsidRPr="00AB703F" w:rsidR="00063109" w:rsidP="00063109" w:rsidRDefault="00063109" w14:paraId="0CAA1B6E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Charakterystyka różnych form ochrony przyrody </w:t>
            </w:r>
            <w:r w:rsidRPr="00AB703F" w:rsidR="003403D8">
              <w:rPr>
                <w:rFonts w:ascii="Corbel" w:hAnsi="Corbel"/>
                <w:b w:val="0"/>
                <w:sz w:val="24"/>
                <w:szCs w:val="24"/>
                <w:lang w:val="pl-PL"/>
              </w:rPr>
              <w:t>w Polsce i na świecie</w:t>
            </w:r>
          </w:p>
        </w:tc>
      </w:tr>
    </w:tbl>
    <w:p xmlns:wp14="http://schemas.microsoft.com/office/word/2010/wordml" w:rsidRPr="00AB703F" w:rsidR="0085747A" w:rsidP="009C54AE" w:rsidRDefault="0085747A" w14:paraId="4101652C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AB703F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b/>
          <w:sz w:val="24"/>
          <w:szCs w:val="24"/>
        </w:rPr>
        <w:t xml:space="preserve">3.2 </w:t>
      </w:r>
      <w:r w:rsidRPr="00AB703F" w:rsidR="001D7B54">
        <w:rPr>
          <w:rFonts w:ascii="Corbel" w:hAnsi="Corbel"/>
          <w:b/>
          <w:sz w:val="24"/>
          <w:szCs w:val="24"/>
        </w:rPr>
        <w:t xml:space="preserve">Efekty </w:t>
      </w:r>
      <w:r w:rsidRPr="00AB703F" w:rsidR="00C05F44">
        <w:rPr>
          <w:rFonts w:ascii="Corbel" w:hAnsi="Corbel"/>
          <w:b/>
          <w:sz w:val="24"/>
          <w:szCs w:val="24"/>
        </w:rPr>
        <w:t xml:space="preserve">uczenia się </w:t>
      </w:r>
      <w:r w:rsidRPr="00AB703F" w:rsidR="001D7B54">
        <w:rPr>
          <w:rFonts w:ascii="Corbel" w:hAnsi="Corbel"/>
          <w:b/>
          <w:sz w:val="24"/>
          <w:szCs w:val="24"/>
        </w:rPr>
        <w:t>dla przedmiotu</w:t>
      </w:r>
      <w:r w:rsidRPr="00AB703F"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AB703F" w:rsidR="001D7B54" w:rsidP="009C54AE" w:rsidRDefault="001D7B54" w14:paraId="4B99056E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xmlns:wp14="http://schemas.microsoft.com/office/word/2010/wordml" w:rsidRPr="00AB703F" w:rsidR="0085747A" w:rsidTr="0071620A" w14:paraId="61F38664" wp14:textId="77777777">
        <w:tc>
          <w:tcPr>
            <w:tcW w:w="1701" w:type="dxa"/>
            <w:vAlign w:val="center"/>
          </w:tcPr>
          <w:p w:rsidRPr="00AB703F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smallCaps w:val="0"/>
                <w:szCs w:val="24"/>
              </w:rPr>
              <w:t>EK</w:t>
            </w:r>
            <w:r w:rsidRPr="00AB703F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AB703F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AB703F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AB703F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AB703F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AB703F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B703F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AB703F" w:rsidR="0085747A" w:rsidTr="005E6E85" w14:paraId="1AC5D198" wp14:textId="77777777">
        <w:tc>
          <w:tcPr>
            <w:tcW w:w="1701" w:type="dxa"/>
          </w:tcPr>
          <w:p w:rsidRPr="00AB703F" w:rsidR="0085747A" w:rsidP="00F465C9" w:rsidRDefault="0085747A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AB703F" w:rsidR="0085747A" w:rsidP="0009422B" w:rsidRDefault="00F465C9" w14:paraId="7F2D94F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Identyfikuje </w:t>
            </w:r>
            <w:r w:rsidRPr="00AB703F" w:rsidR="00B009CB">
              <w:rPr>
                <w:rFonts w:ascii="Corbel" w:hAnsi="Corbel"/>
                <w:b w:val="0"/>
                <w:smallCaps w:val="0"/>
                <w:szCs w:val="24"/>
              </w:rPr>
              <w:t xml:space="preserve"> cele ochrony przyrody </w:t>
            </w:r>
            <w:r w:rsidRPr="00AB703F" w:rsidR="0009422B">
              <w:rPr>
                <w:rFonts w:ascii="Corbel" w:hAnsi="Corbel"/>
                <w:b w:val="0"/>
                <w:smallCaps w:val="0"/>
                <w:szCs w:val="24"/>
              </w:rPr>
              <w:t>w skali regionalnej, narodowej i globalnej</w:t>
            </w:r>
          </w:p>
        </w:tc>
        <w:tc>
          <w:tcPr>
            <w:tcW w:w="1873" w:type="dxa"/>
          </w:tcPr>
          <w:p w:rsidRPr="00AD1069" w:rsidR="0085747A" w:rsidP="00690083" w:rsidRDefault="0009422B" w14:paraId="223BB374" wp14:textId="77777777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D1069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xmlns:wp14="http://schemas.microsoft.com/office/word/2010/wordml" w:rsidRPr="00AB703F" w:rsidR="0085747A" w:rsidTr="005E6E85" w14:paraId="48BD467E" wp14:textId="77777777">
        <w:tc>
          <w:tcPr>
            <w:tcW w:w="1701" w:type="dxa"/>
          </w:tcPr>
          <w:p w:rsidRPr="00AB703F" w:rsidR="0085747A" w:rsidP="00F465C9" w:rsidRDefault="0085747A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AB703F" w:rsidR="0085747A" w:rsidP="00F465C9" w:rsidRDefault="00B009CB" w14:paraId="579553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AB703F" w:rsidR="00F465C9">
              <w:rPr>
                <w:rFonts w:ascii="Corbel" w:hAnsi="Corbel"/>
                <w:b w:val="0"/>
                <w:smallCaps w:val="0"/>
                <w:szCs w:val="24"/>
              </w:rPr>
              <w:t xml:space="preserve"> i analizuje 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aspek</w:t>
            </w:r>
            <w:r w:rsidRPr="00AB703F" w:rsidR="00F465C9">
              <w:rPr>
                <w:rFonts w:ascii="Corbel" w:hAnsi="Corbel"/>
                <w:b w:val="0"/>
                <w:smallCaps w:val="0"/>
                <w:szCs w:val="24"/>
              </w:rPr>
              <w:t>ty prawne</w:t>
            </w:r>
            <w:r w:rsidRPr="00AB703F" w:rsidR="0009422B">
              <w:rPr>
                <w:rFonts w:ascii="Corbel" w:hAnsi="Corbel"/>
                <w:b w:val="0"/>
                <w:smallCaps w:val="0"/>
                <w:szCs w:val="24"/>
              </w:rPr>
              <w:t xml:space="preserve">, instytucjonalne </w:t>
            </w:r>
            <w:r w:rsidRPr="00AB703F" w:rsidR="00F465C9">
              <w:rPr>
                <w:rFonts w:ascii="Corbel" w:hAnsi="Corbel"/>
                <w:b w:val="0"/>
                <w:smallCaps w:val="0"/>
                <w:szCs w:val="24"/>
              </w:rPr>
              <w:t xml:space="preserve"> ochrony środowiska w P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olsce i </w:t>
            </w:r>
            <w:r w:rsidRPr="00AB703F" w:rsidR="00F465C9">
              <w:rPr>
                <w:rFonts w:ascii="Corbel" w:hAnsi="Corbel"/>
                <w:b w:val="0"/>
                <w:smallCaps w:val="0"/>
                <w:szCs w:val="24"/>
              </w:rPr>
              <w:t>UE</w:t>
            </w:r>
          </w:p>
        </w:tc>
        <w:tc>
          <w:tcPr>
            <w:tcW w:w="1873" w:type="dxa"/>
          </w:tcPr>
          <w:p w:rsidRPr="00AD1069" w:rsidR="0085747A" w:rsidP="00690083" w:rsidRDefault="0009422B" w14:paraId="03BDD1A8" wp14:textId="77777777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D1069">
              <w:rPr>
                <w:rFonts w:ascii="Corbel" w:hAnsi="Corbel"/>
                <w:sz w:val="24"/>
                <w:szCs w:val="24"/>
              </w:rPr>
              <w:t>K_W13</w:t>
            </w:r>
          </w:p>
        </w:tc>
      </w:tr>
      <w:tr xmlns:wp14="http://schemas.microsoft.com/office/word/2010/wordml" w:rsidRPr="00AB703F" w:rsidR="00063109" w:rsidTr="005E6E85" w14:paraId="77E8B4F6" wp14:textId="77777777">
        <w:tc>
          <w:tcPr>
            <w:tcW w:w="1701" w:type="dxa"/>
          </w:tcPr>
          <w:p w:rsidRPr="00AB703F" w:rsidR="00063109" w:rsidP="00F465C9" w:rsidRDefault="00063109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AB703F" w:rsidR="00B009C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Pr="00AB703F" w:rsidR="00063109" w:rsidP="00F465C9" w:rsidRDefault="00B009CB" w14:paraId="4CB3C35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Ocenia wpływ działalności człowieka na funkcjonowanie środowiska przyrodniczego </w:t>
            </w:r>
          </w:p>
        </w:tc>
        <w:tc>
          <w:tcPr>
            <w:tcW w:w="1873" w:type="dxa"/>
          </w:tcPr>
          <w:p w:rsidRPr="00AD1069" w:rsidR="00063109" w:rsidP="00690083" w:rsidRDefault="0009422B" w14:paraId="31229AF3" wp14:textId="77777777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D1069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xmlns:wp14="http://schemas.microsoft.com/office/word/2010/wordml" w:rsidRPr="00AB703F" w:rsidR="00063109" w:rsidTr="0009422B" w14:paraId="2C8579DB" wp14:textId="77777777">
        <w:trPr>
          <w:trHeight w:val="506"/>
        </w:trPr>
        <w:tc>
          <w:tcPr>
            <w:tcW w:w="1701" w:type="dxa"/>
          </w:tcPr>
          <w:p w:rsidRPr="00AB703F" w:rsidR="00063109" w:rsidP="00F465C9" w:rsidRDefault="00063109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AB703F" w:rsidR="00B009C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Pr="00AB703F" w:rsidR="00063109" w:rsidP="00F465C9" w:rsidRDefault="00B009CB" w14:paraId="21E22A5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Analizuje  środowisko geograficzne oraz walory  wybranych obszarów chronionych</w:t>
            </w:r>
            <w:r w:rsidRPr="00AB703F" w:rsidR="0009422B">
              <w:rPr>
                <w:rFonts w:ascii="Corbel" w:hAnsi="Corbel"/>
                <w:b w:val="0"/>
                <w:smallCaps w:val="0"/>
                <w:szCs w:val="24"/>
              </w:rPr>
              <w:t xml:space="preserve"> w skali krajowej i międzynarodowej </w:t>
            </w:r>
          </w:p>
        </w:tc>
        <w:tc>
          <w:tcPr>
            <w:tcW w:w="1873" w:type="dxa"/>
          </w:tcPr>
          <w:p w:rsidRPr="00AD1069" w:rsidR="00063109" w:rsidP="00690083" w:rsidRDefault="0009422B" w14:paraId="0495AD78" wp14:textId="77777777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D1069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xmlns:wp14="http://schemas.microsoft.com/office/word/2010/wordml" w:rsidRPr="00AB703F" w:rsidR="00063109" w:rsidTr="005E6E85" w14:paraId="5C1CF13E" wp14:textId="77777777">
        <w:tc>
          <w:tcPr>
            <w:tcW w:w="1701" w:type="dxa"/>
          </w:tcPr>
          <w:p w:rsidRPr="00AB703F" w:rsidR="00063109" w:rsidP="00F465C9" w:rsidRDefault="00063109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AB703F" w:rsidR="00B009C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Pr="00AB703F" w:rsidR="00063109" w:rsidP="00FB0BB3" w:rsidRDefault="00B009CB" w14:paraId="66C2BDE3" wp14:textId="77777777">
            <w:p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  <w:r w:rsidRPr="00AB703F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Potrafi </w:t>
            </w:r>
            <w:r w:rsidRPr="00AB703F" w:rsidR="000942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analizować i </w:t>
            </w:r>
            <w:r w:rsidRPr="00AB703F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doskonalić nabytą wiedzę i umiejętności na podstawie dostępnych informacji oraz obserwowanych zjawisk i na podstawie nowych sytuacji </w:t>
            </w:r>
          </w:p>
        </w:tc>
        <w:tc>
          <w:tcPr>
            <w:tcW w:w="1873" w:type="dxa"/>
          </w:tcPr>
          <w:p w:rsidRPr="00AD1069" w:rsidR="00063109" w:rsidP="00F465C9" w:rsidRDefault="0009422B" w14:paraId="69B49A1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06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AD1069" w:rsidR="00B009C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D1069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xmlns:wp14="http://schemas.microsoft.com/office/word/2010/wordml" w:rsidRPr="00AB703F" w:rsidR="00063109" w:rsidTr="00AB703F" w14:paraId="20EDB960" wp14:textId="77777777">
        <w:trPr>
          <w:trHeight w:val="539"/>
        </w:trPr>
        <w:tc>
          <w:tcPr>
            <w:tcW w:w="1701" w:type="dxa"/>
          </w:tcPr>
          <w:p w:rsidRPr="00AB703F" w:rsidR="00063109" w:rsidP="00F465C9" w:rsidRDefault="00063109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AB703F" w:rsidR="00B009C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Pr="00AB703F" w:rsidR="00063109" w:rsidP="00690083" w:rsidRDefault="00B009CB" w14:paraId="5CF6D4C6" wp14:textId="77777777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B703F">
              <w:rPr>
                <w:rFonts w:ascii="Corbel" w:hAnsi="Corbel" w:eastAsia="Times New Roman"/>
                <w:sz w:val="24"/>
                <w:szCs w:val="24"/>
                <w:lang w:eastAsia="pl-PL"/>
              </w:rPr>
              <w:t>Potrafi świadomie określić poziom swojej wiedzy</w:t>
            </w:r>
            <w:r w:rsidRPr="00AB703F" w:rsidR="000942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z zakresu ochrony środowiska w połączeniu z innymi naukami społecznymi</w:t>
            </w:r>
          </w:p>
        </w:tc>
        <w:tc>
          <w:tcPr>
            <w:tcW w:w="1873" w:type="dxa"/>
          </w:tcPr>
          <w:p w:rsidRPr="00AD1069" w:rsidR="00063109" w:rsidP="00F465C9" w:rsidRDefault="00B009CB" w14:paraId="44B6996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06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D1069" w:rsidR="0009422B">
              <w:rPr>
                <w:rFonts w:ascii="Corbel" w:hAnsi="Corbel"/>
                <w:b w:val="0"/>
                <w:smallCaps w:val="0"/>
                <w:szCs w:val="24"/>
              </w:rPr>
              <w:t>_K</w:t>
            </w:r>
            <w:r w:rsidRPr="00AD1069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</w:tbl>
    <w:p xmlns:wp14="http://schemas.microsoft.com/office/word/2010/wordml" w:rsidRPr="00AB703F" w:rsidR="0085747A" w:rsidP="009C54AE" w:rsidRDefault="0085747A" w14:paraId="1299C43A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AB703F" w:rsidR="0085747A" w:rsidP="00D33E68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B703F">
        <w:rPr>
          <w:rFonts w:ascii="Corbel" w:hAnsi="Corbel"/>
          <w:b/>
          <w:sz w:val="24"/>
          <w:szCs w:val="24"/>
        </w:rPr>
        <w:t>3.3</w:t>
      </w:r>
      <w:r w:rsidRPr="00AB703F" w:rsidR="001D7B54">
        <w:rPr>
          <w:rFonts w:ascii="Corbel" w:hAnsi="Corbel"/>
          <w:b/>
          <w:sz w:val="24"/>
          <w:szCs w:val="24"/>
        </w:rPr>
        <w:t xml:space="preserve"> </w:t>
      </w:r>
      <w:r w:rsidRPr="00AB703F" w:rsidR="0085747A">
        <w:rPr>
          <w:rFonts w:ascii="Corbel" w:hAnsi="Corbel"/>
          <w:b/>
          <w:sz w:val="24"/>
          <w:szCs w:val="24"/>
        </w:rPr>
        <w:t>T</w:t>
      </w:r>
      <w:r w:rsidRPr="00AB703F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AB703F"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AB703F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AB703F" w:rsidR="009F4610">
        <w:rPr>
          <w:rFonts w:ascii="Corbel" w:hAnsi="Corbel"/>
          <w:sz w:val="24"/>
          <w:szCs w:val="24"/>
        </w:rPr>
        <w:t xml:space="preserve">, </w:t>
      </w:r>
      <w:r w:rsidRPr="00AB703F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AB703F" w:rsidR="0085747A" w:rsidP="009C54AE" w:rsidRDefault="0085747A" w14:paraId="4DDBEF00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xmlns:wp14="http://schemas.microsoft.com/office/word/2010/wordml" w:rsidRPr="00AB703F" w:rsidR="0085747A" w:rsidTr="00923D7D" w14:paraId="587EA2A8" wp14:textId="77777777">
        <w:tc>
          <w:tcPr>
            <w:tcW w:w="9639" w:type="dxa"/>
          </w:tcPr>
          <w:p w:rsidRPr="00AB703F" w:rsidR="0085747A" w:rsidP="008E77B4" w:rsidRDefault="0085747A" w14:paraId="35113026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AB703F" w:rsidR="00D33E68" w:rsidTr="00923D7D" w14:paraId="678EB438" wp14:textId="77777777">
        <w:tc>
          <w:tcPr>
            <w:tcW w:w="9639" w:type="dxa"/>
          </w:tcPr>
          <w:p w:rsidRPr="00AB703F" w:rsidR="00D33E68" w:rsidP="008E77B4" w:rsidRDefault="00D33E68" w14:paraId="3CBABFCA" wp14:textId="77777777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Definicje, podstawowe pojęcia z zakresu ochrony środowiska</w:t>
            </w:r>
            <w:r w:rsidRPr="00AB703F" w:rsidR="00D61E16">
              <w:rPr>
                <w:rFonts w:ascii="Corbel" w:hAnsi="Corbel"/>
                <w:sz w:val="24"/>
                <w:szCs w:val="24"/>
              </w:rPr>
              <w:t xml:space="preserve">, ekologii, </w:t>
            </w:r>
          </w:p>
        </w:tc>
      </w:tr>
      <w:tr xmlns:wp14="http://schemas.microsoft.com/office/word/2010/wordml" w:rsidRPr="00AB703F" w:rsidR="00D33E68" w:rsidTr="00923D7D" w14:paraId="4ABA9766" wp14:textId="77777777">
        <w:tc>
          <w:tcPr>
            <w:tcW w:w="9639" w:type="dxa"/>
          </w:tcPr>
          <w:p w:rsidRPr="00AB703F" w:rsidR="00D33E68" w:rsidP="008E77B4" w:rsidRDefault="00D33E68" w14:paraId="4F7E6F1C" wp14:textId="77777777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Rys historyczny ochrony środowiska</w:t>
            </w:r>
            <w:r w:rsidRPr="00AB703F" w:rsidR="00D61E16">
              <w:rPr>
                <w:rFonts w:ascii="Corbel" w:hAnsi="Corbel"/>
                <w:sz w:val="24"/>
                <w:szCs w:val="24"/>
              </w:rPr>
              <w:t xml:space="preserve"> w Polsce i na świecie</w:t>
            </w:r>
          </w:p>
        </w:tc>
      </w:tr>
      <w:tr xmlns:wp14="http://schemas.microsoft.com/office/word/2010/wordml" w:rsidRPr="00AB703F" w:rsidR="00D33E68" w:rsidTr="00923D7D" w14:paraId="6475D968" wp14:textId="77777777">
        <w:tc>
          <w:tcPr>
            <w:tcW w:w="9639" w:type="dxa"/>
          </w:tcPr>
          <w:p w:rsidRPr="00AB703F" w:rsidR="00D33E68" w:rsidP="008E77B4" w:rsidRDefault="00D33E68" w14:paraId="5D93DEE0" wp14:textId="77777777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Współczesny system prawny, organizacyjny i finansowy ochrony przyrody w Polsce. Kompetencje organów państwowych w zakresie ochrony środowiska naturalnego.</w:t>
            </w:r>
          </w:p>
        </w:tc>
      </w:tr>
      <w:tr xmlns:wp14="http://schemas.microsoft.com/office/word/2010/wordml" w:rsidRPr="00AB703F" w:rsidR="00D33E68" w:rsidTr="00923D7D" w14:paraId="23B8AF13" wp14:textId="77777777">
        <w:tc>
          <w:tcPr>
            <w:tcW w:w="9639" w:type="dxa"/>
          </w:tcPr>
          <w:p w:rsidRPr="00AB703F" w:rsidR="00D33E68" w:rsidP="008E77B4" w:rsidRDefault="00D61E16" w14:paraId="57A3FA39" wp14:textId="77777777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Wpływ działalności człowieka na atmosferę, hydrosferę, litosferę, biosferę na wybranych przykładach z Polski i ze świata</w:t>
            </w:r>
            <w:r w:rsidRPr="00AB703F" w:rsidR="00D33E6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Pr="00AB703F" w:rsidR="00D33E68" w:rsidTr="00923D7D" w14:paraId="4440D1C2" wp14:textId="77777777">
        <w:tc>
          <w:tcPr>
            <w:tcW w:w="9639" w:type="dxa"/>
          </w:tcPr>
          <w:p w:rsidRPr="00AB703F" w:rsidR="00D33E68" w:rsidP="008E77B4" w:rsidRDefault="00D33E68" w14:paraId="35122E27" wp14:textId="77777777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Formy ochrony przyrody – sposoby tworzenia, działalność, zasady udostępniania, perspektywy funkcjonowania. Walory wybranych form ochrony przyrody</w:t>
            </w:r>
          </w:p>
        </w:tc>
      </w:tr>
      <w:tr xmlns:wp14="http://schemas.microsoft.com/office/word/2010/wordml" w:rsidRPr="00AB703F" w:rsidR="00D33E68" w:rsidTr="00923D7D" w14:paraId="75590C9A" wp14:textId="77777777">
        <w:tc>
          <w:tcPr>
            <w:tcW w:w="9639" w:type="dxa"/>
          </w:tcPr>
          <w:p w:rsidRPr="00AB703F" w:rsidR="00D33E68" w:rsidP="008E77B4" w:rsidRDefault="00D33E68" w14:paraId="74F7CFB2" wp14:textId="77777777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Zagrożenia obiektów i obszarów chronionych i sposoby przeciwdziałania. Ekorozwój</w:t>
            </w:r>
            <w:r w:rsidRPr="00AB703F" w:rsidR="00D61E16">
              <w:rPr>
                <w:rFonts w:ascii="Corbel" w:hAnsi="Corbel"/>
                <w:sz w:val="24"/>
                <w:szCs w:val="24"/>
              </w:rPr>
              <w:t>. Edukacja ekologiczna</w:t>
            </w:r>
          </w:p>
        </w:tc>
      </w:tr>
    </w:tbl>
    <w:p xmlns:wp14="http://schemas.microsoft.com/office/word/2010/wordml" w:rsidRPr="00AB703F" w:rsidR="0085747A" w:rsidP="009C54AE" w:rsidRDefault="0085747A" w14:paraId="3461D77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AB703F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>3.4 Metody dydaktyczne</w:t>
      </w:r>
      <w:r w:rsidRPr="00AB703F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AB703F" w:rsidR="0085747A" w:rsidP="009C54AE" w:rsidRDefault="0085747A" w14:paraId="3CF2D8B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AB703F" w:rsidR="00E21E7D" w:rsidP="009C54AE" w:rsidRDefault="00153C41" w14:paraId="06512FFB" wp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AB703F">
        <w:rPr>
          <w:rFonts w:ascii="Corbel" w:hAnsi="Corbel"/>
          <w:b w:val="0"/>
          <w:smallCaps w:val="0"/>
          <w:szCs w:val="24"/>
        </w:rPr>
        <w:t>N</w:t>
      </w:r>
      <w:r w:rsidRPr="00AB703F" w:rsidR="0085747A">
        <w:rPr>
          <w:rFonts w:ascii="Corbel" w:hAnsi="Corbel"/>
          <w:b w:val="0"/>
          <w:smallCaps w:val="0"/>
          <w:szCs w:val="24"/>
        </w:rPr>
        <w:t>p</w:t>
      </w:r>
      <w:r w:rsidRPr="00AB703F" w:rsidR="0085747A">
        <w:rPr>
          <w:rFonts w:ascii="Corbel" w:hAnsi="Corbel"/>
          <w:szCs w:val="24"/>
        </w:rPr>
        <w:t>.:</w:t>
      </w:r>
      <w:r w:rsidRPr="00AB703F" w:rsidR="00923D7D">
        <w:rPr>
          <w:rFonts w:ascii="Corbel" w:hAnsi="Corbel"/>
          <w:szCs w:val="24"/>
        </w:rPr>
        <w:t xml:space="preserve"> </w:t>
      </w:r>
    </w:p>
    <w:p xmlns:wp14="http://schemas.microsoft.com/office/word/2010/wordml" w:rsidRPr="00AB703F" w:rsidR="00153C41" w:rsidP="009C54AE" w:rsidRDefault="00153C41" w14:paraId="7FB0AC1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B703F">
        <w:rPr>
          <w:rFonts w:ascii="Corbel" w:hAnsi="Corbel"/>
          <w:b w:val="0"/>
          <w:i/>
          <w:szCs w:val="24"/>
        </w:rPr>
        <w:t xml:space="preserve"> </w:t>
      </w:r>
      <w:r w:rsidRPr="00AB703F">
        <w:rPr>
          <w:rFonts w:ascii="Corbel" w:hAnsi="Corbel"/>
          <w:b w:val="0"/>
          <w:i/>
          <w:smallCaps w:val="0"/>
          <w:szCs w:val="24"/>
        </w:rPr>
        <w:t>W</w:t>
      </w:r>
      <w:r w:rsidRPr="00AB703F" w:rsidR="0085747A">
        <w:rPr>
          <w:rFonts w:ascii="Corbel" w:hAnsi="Corbel"/>
          <w:b w:val="0"/>
          <w:i/>
          <w:smallCaps w:val="0"/>
          <w:szCs w:val="24"/>
        </w:rPr>
        <w:t>ykład</w:t>
      </w:r>
      <w:r w:rsidRPr="00AB703F">
        <w:rPr>
          <w:rFonts w:ascii="Corbel" w:hAnsi="Corbel"/>
          <w:b w:val="0"/>
          <w:i/>
          <w:smallCaps w:val="0"/>
          <w:szCs w:val="24"/>
        </w:rPr>
        <w:t>: wykład</w:t>
      </w:r>
      <w:r w:rsidRPr="00AB703F" w:rsidR="0085747A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Pr="00AB703F" w:rsidR="00923D7D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AB703F" w:rsidR="0085747A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Pr="00AB703F" w:rsidR="00923D7D">
        <w:rPr>
          <w:rFonts w:ascii="Corbel" w:hAnsi="Corbel"/>
          <w:b w:val="0"/>
          <w:i/>
          <w:smallCaps w:val="0"/>
          <w:szCs w:val="24"/>
        </w:rPr>
        <w:t>,</w:t>
      </w:r>
      <w:r w:rsidRPr="00AB703F" w:rsidR="0085747A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xmlns:wp14="http://schemas.microsoft.com/office/word/2010/wordml" w:rsidRPr="00AB703F" w:rsidR="00153C41" w:rsidP="009C54AE" w:rsidRDefault="00153C41" w14:paraId="3585243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B703F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AB703F" w:rsidR="009F4610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Pr="00AB703F" w:rsidR="00923D7D">
        <w:rPr>
          <w:rFonts w:ascii="Corbel" w:hAnsi="Corbel"/>
          <w:b w:val="0"/>
          <w:i/>
          <w:smallCaps w:val="0"/>
          <w:szCs w:val="24"/>
        </w:rPr>
        <w:t>tekstów z dyskusją,</w:t>
      </w:r>
      <w:r w:rsidRPr="00AB703F" w:rsidR="0085747A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Pr="00AB703F" w:rsidR="00923D7D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AB703F" w:rsidR="0085747A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Pr="00AB703F" w:rsidR="0071620A">
        <w:rPr>
          <w:rFonts w:ascii="Corbel" w:hAnsi="Corbel"/>
          <w:b w:val="0"/>
          <w:i/>
          <w:smallCaps w:val="0"/>
          <w:szCs w:val="24"/>
        </w:rPr>
        <w:t>),</w:t>
      </w:r>
      <w:r w:rsidRPr="00AB703F" w:rsidR="001718A7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Pr="00AB703F" w:rsidR="0085747A">
        <w:rPr>
          <w:rFonts w:ascii="Corbel" w:hAnsi="Corbel"/>
          <w:b w:val="0"/>
          <w:i/>
          <w:smallCaps w:val="0"/>
          <w:szCs w:val="24"/>
        </w:rPr>
        <w:t>grupach</w:t>
      </w:r>
      <w:r w:rsidRPr="00AB703F" w:rsidR="0071620A">
        <w:rPr>
          <w:rFonts w:ascii="Corbel" w:hAnsi="Corbel"/>
          <w:b w:val="0"/>
          <w:i/>
          <w:smallCaps w:val="0"/>
          <w:szCs w:val="24"/>
        </w:rPr>
        <w:t xml:space="preserve"> (</w:t>
      </w:r>
      <w:r w:rsidRPr="00AB703F" w:rsidR="0085747A">
        <w:rPr>
          <w:rFonts w:ascii="Corbel" w:hAnsi="Corbel"/>
          <w:b w:val="0"/>
          <w:i/>
          <w:smallCaps w:val="0"/>
          <w:szCs w:val="24"/>
        </w:rPr>
        <w:t>rozwiązywanie zadań</w:t>
      </w:r>
      <w:r w:rsidRPr="00AB703F" w:rsidR="0071620A">
        <w:rPr>
          <w:rFonts w:ascii="Corbel" w:hAnsi="Corbel"/>
          <w:b w:val="0"/>
          <w:i/>
          <w:smallCaps w:val="0"/>
          <w:szCs w:val="24"/>
        </w:rPr>
        <w:t>,</w:t>
      </w:r>
      <w:r w:rsidRPr="00AB703F" w:rsidR="0085747A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Pr="00AB703F" w:rsidR="0071620A">
        <w:rPr>
          <w:rFonts w:ascii="Corbel" w:hAnsi="Corbel"/>
          <w:b w:val="0"/>
          <w:i/>
          <w:smallCaps w:val="0"/>
          <w:szCs w:val="24"/>
        </w:rPr>
        <w:t>),</w:t>
      </w:r>
      <w:r w:rsidRPr="00AB703F" w:rsidR="001718A7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Pr="00AB703F" w:rsidR="0085747A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xmlns:wp14="http://schemas.microsoft.com/office/word/2010/wordml" w:rsidRPr="00AB703F" w:rsidR="0085747A" w:rsidP="009C54AE" w:rsidRDefault="00153C41" w14:paraId="34C922DF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B703F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Pr="00AB703F" w:rsidR="0085747A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Pr="00AB703F" w:rsidR="00BF2C41">
        <w:rPr>
          <w:rFonts w:ascii="Corbel" w:hAnsi="Corbel"/>
          <w:b w:val="0"/>
          <w:i/>
          <w:smallCaps w:val="0"/>
          <w:szCs w:val="24"/>
        </w:rPr>
        <w:t xml:space="preserve"> </w:t>
      </w:r>
    </w:p>
    <w:p xmlns:wp14="http://schemas.microsoft.com/office/word/2010/wordml" w:rsidRPr="00AB703F" w:rsidR="0085747A" w:rsidP="009C54AE" w:rsidRDefault="0085747A" w14:paraId="0FB78278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AB703F" w:rsidR="00D33E68" w:rsidP="00FB0BB3" w:rsidRDefault="00FB0BB3" w14:paraId="74B5A46B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B0BB3">
        <w:rPr>
          <w:rFonts w:ascii="Corbel" w:hAnsi="Corbel"/>
          <w:b w:val="0"/>
          <w:smallCaps w:val="0"/>
          <w:szCs w:val="24"/>
        </w:rPr>
        <w:t>konwersatorium</w:t>
      </w:r>
      <w:r w:rsidRPr="00FB0BB3" w:rsidR="00D33E68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a</w:t>
      </w:r>
      <w:r w:rsidRPr="00AB703F" w:rsidR="00D33E68">
        <w:rPr>
          <w:rFonts w:ascii="Corbel" w:hAnsi="Corbel"/>
          <w:b w:val="0"/>
          <w:smallCaps w:val="0"/>
          <w:szCs w:val="24"/>
        </w:rPr>
        <w:t>naliza tekstów z dyskusją</w:t>
      </w:r>
      <w:r>
        <w:rPr>
          <w:rFonts w:ascii="Corbel" w:hAnsi="Corbel"/>
          <w:b w:val="0"/>
          <w:smallCaps w:val="0"/>
          <w:szCs w:val="24"/>
        </w:rPr>
        <w:t>, p</w:t>
      </w:r>
      <w:r w:rsidRPr="00AB703F" w:rsidR="00D33E68">
        <w:rPr>
          <w:rFonts w:ascii="Corbel" w:hAnsi="Corbel"/>
          <w:b w:val="0"/>
          <w:smallCaps w:val="0"/>
          <w:szCs w:val="24"/>
        </w:rPr>
        <w:t>raca w grupach</w:t>
      </w:r>
      <w:r>
        <w:rPr>
          <w:rFonts w:ascii="Corbel" w:hAnsi="Corbel"/>
          <w:b w:val="0"/>
          <w:smallCaps w:val="0"/>
          <w:szCs w:val="24"/>
        </w:rPr>
        <w:t>, g</w:t>
      </w:r>
      <w:r w:rsidRPr="00AB703F" w:rsidR="00D33E68">
        <w:rPr>
          <w:rFonts w:ascii="Corbel" w:hAnsi="Corbel"/>
          <w:b w:val="0"/>
          <w:smallCaps w:val="0"/>
          <w:szCs w:val="24"/>
        </w:rPr>
        <w:t>ry dydaktyczne</w:t>
      </w:r>
      <w:r>
        <w:rPr>
          <w:rFonts w:ascii="Corbel" w:hAnsi="Corbel"/>
          <w:b w:val="0"/>
          <w:smallCaps w:val="0"/>
          <w:szCs w:val="24"/>
        </w:rPr>
        <w:t>, p</w:t>
      </w:r>
      <w:r w:rsidRPr="00AB703F" w:rsidR="00D33E68">
        <w:rPr>
          <w:rFonts w:ascii="Corbel" w:hAnsi="Corbel"/>
          <w:b w:val="0"/>
          <w:smallCaps w:val="0"/>
          <w:szCs w:val="24"/>
        </w:rPr>
        <w:t>rezentacja multimedialna</w:t>
      </w:r>
    </w:p>
    <w:p xmlns:wp14="http://schemas.microsoft.com/office/word/2010/wordml" w:rsidRPr="00AB703F" w:rsidR="00D33E68" w:rsidP="00D33E68" w:rsidRDefault="00D33E68" w14:paraId="1FC39945" wp14:textId="77777777">
      <w:pPr>
        <w:pStyle w:val="Punktygwne"/>
        <w:tabs>
          <w:tab w:val="left" w:pos="284"/>
        </w:tabs>
        <w:spacing w:before="0" w:after="0"/>
        <w:ind w:left="720"/>
        <w:rPr>
          <w:rFonts w:ascii="Corbel" w:hAnsi="Corbel"/>
          <w:smallCaps w:val="0"/>
          <w:szCs w:val="24"/>
        </w:rPr>
      </w:pPr>
    </w:p>
    <w:p xmlns:wp14="http://schemas.microsoft.com/office/word/2010/wordml" w:rsidRPr="00AB703F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4. </w:t>
      </w:r>
      <w:r w:rsidRPr="00AB703F" w:rsidR="0085747A">
        <w:rPr>
          <w:rFonts w:ascii="Corbel" w:hAnsi="Corbel"/>
          <w:smallCaps w:val="0"/>
          <w:szCs w:val="24"/>
        </w:rPr>
        <w:t>METODY I KRYTERIA OCENY</w:t>
      </w:r>
      <w:r w:rsidRPr="00AB703F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AB703F" w:rsidR="00923D7D" w:rsidP="009C54AE" w:rsidRDefault="00923D7D" w14:paraId="0562CB0E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AB703F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4.1 Sposoby weryfikacji efektów </w:t>
      </w:r>
      <w:r w:rsidRPr="00AB703F"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AB703F" w:rsidR="0085747A" w:rsidP="009C54AE" w:rsidRDefault="0085747A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xmlns:wp14="http://schemas.microsoft.com/office/word/2010/wordml" w:rsidRPr="00AB703F" w:rsidR="0085747A" w:rsidTr="00C05F44" w14:paraId="3CD72C34" wp14:textId="77777777">
        <w:tc>
          <w:tcPr>
            <w:tcW w:w="1985" w:type="dxa"/>
            <w:vAlign w:val="center"/>
          </w:tcPr>
          <w:p w:rsidRPr="00AB703F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AB703F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AB703F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AB703F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AB703F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AB703F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B70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B703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AB703F" w:rsidR="0085747A" w:rsidTr="00C05F44" w14:paraId="627210A9" wp14:textId="77777777">
        <w:tc>
          <w:tcPr>
            <w:tcW w:w="1985" w:type="dxa"/>
          </w:tcPr>
          <w:p w:rsidRPr="00AB703F" w:rsidR="0085747A" w:rsidP="009C54AE" w:rsidRDefault="0085747A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B703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B703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AB703F" w:rsidR="0085747A" w:rsidP="009C54AE" w:rsidRDefault="008E77B4" w14:paraId="6AF9CD0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B703F" w:rsidR="00502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AB703F" w:rsidR="00D61E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prezentacja</w:t>
            </w:r>
          </w:p>
        </w:tc>
        <w:tc>
          <w:tcPr>
            <w:tcW w:w="2126" w:type="dxa"/>
          </w:tcPr>
          <w:p w:rsidRPr="00AB703F" w:rsidR="0085747A" w:rsidP="009C54AE" w:rsidRDefault="00A475F0" w14:paraId="3F1C56C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AB703F" w:rsidR="0085747A" w:rsidTr="00C05F44" w14:paraId="2FB48B24" wp14:textId="77777777">
        <w:tc>
          <w:tcPr>
            <w:tcW w:w="1985" w:type="dxa"/>
          </w:tcPr>
          <w:p w:rsidRPr="00AB703F" w:rsidR="0085747A" w:rsidP="009C54AE" w:rsidRDefault="0085747A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AB703F" w:rsidR="0085747A" w:rsidP="009C54AE" w:rsidRDefault="008E77B4" w14:paraId="01A885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B703F" w:rsidR="00502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AB703F" w:rsidR="00D61E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prezentacja</w:t>
            </w:r>
          </w:p>
        </w:tc>
        <w:tc>
          <w:tcPr>
            <w:tcW w:w="2126" w:type="dxa"/>
          </w:tcPr>
          <w:p w:rsidRPr="00AB703F" w:rsidR="0085747A" w:rsidP="009C54AE" w:rsidRDefault="00A475F0" w14:paraId="569C77C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AB703F" w:rsidR="00D33E68" w:rsidTr="00C05F44" w14:paraId="03999CF5" wp14:textId="77777777">
        <w:tc>
          <w:tcPr>
            <w:tcW w:w="1985" w:type="dxa"/>
          </w:tcPr>
          <w:p w:rsidRPr="00AB703F" w:rsidR="00D33E68" w:rsidP="009C54AE" w:rsidRDefault="00D33E68" w14:paraId="3D1CB95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Pr="00AB703F" w:rsidR="00D33E68" w:rsidP="009C54AE" w:rsidRDefault="008E77B4" w14:paraId="48E9ECA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B703F" w:rsidR="00502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AB703F" w:rsidR="00D61E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prezentacja</w:t>
            </w:r>
          </w:p>
        </w:tc>
        <w:tc>
          <w:tcPr>
            <w:tcW w:w="2126" w:type="dxa"/>
          </w:tcPr>
          <w:p w:rsidRPr="00AB703F" w:rsidR="00D33E68" w:rsidP="009C54AE" w:rsidRDefault="00A475F0" w14:paraId="6EBE0FA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AB703F" w:rsidR="00D33E68" w:rsidTr="00C05F44" w14:paraId="13EA3B72" wp14:textId="77777777">
        <w:tc>
          <w:tcPr>
            <w:tcW w:w="1985" w:type="dxa"/>
          </w:tcPr>
          <w:p w:rsidRPr="00AB703F" w:rsidR="00D33E68" w:rsidP="009C54AE" w:rsidRDefault="00D33E68" w14:paraId="3A04FA7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</w:t>
            </w:r>
            <w:r w:rsidRPr="00AB703F" w:rsidR="00F465C9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Pr="00AB703F" w:rsidR="00D33E68" w:rsidP="009C54AE" w:rsidRDefault="008E77B4" w14:paraId="313D28C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B703F" w:rsidR="00502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 w:rsidRPr="00AB703F" w:rsidR="008873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</w:p>
        </w:tc>
        <w:tc>
          <w:tcPr>
            <w:tcW w:w="2126" w:type="dxa"/>
          </w:tcPr>
          <w:p w:rsidRPr="00AB703F" w:rsidR="00D33E68" w:rsidP="009C54AE" w:rsidRDefault="00A475F0" w14:paraId="3B93665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AB703F" w:rsidR="00D33E68" w:rsidTr="00C05F44" w14:paraId="051AB7E5" wp14:textId="77777777">
        <w:tc>
          <w:tcPr>
            <w:tcW w:w="1985" w:type="dxa"/>
          </w:tcPr>
          <w:p w:rsidRPr="00AB703F" w:rsidR="00D33E68" w:rsidP="009C54AE" w:rsidRDefault="00D33E68" w14:paraId="530F3D0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</w:t>
            </w:r>
            <w:r w:rsidRPr="00AB703F" w:rsidR="00F465C9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Pr="00AB703F" w:rsidR="00D33E68" w:rsidP="009C54AE" w:rsidRDefault="008873D2" w14:paraId="7E1ACAA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AB703F" w:rsidR="00D33E68" w:rsidP="009C54AE" w:rsidRDefault="00A475F0" w14:paraId="693714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AB703F" w:rsidR="00D33E68" w:rsidTr="00C05F44" w14:paraId="0C6E69A7" wp14:textId="77777777">
        <w:tc>
          <w:tcPr>
            <w:tcW w:w="1985" w:type="dxa"/>
          </w:tcPr>
          <w:p w:rsidRPr="00AB703F" w:rsidR="00D33E68" w:rsidP="009C54AE" w:rsidRDefault="00D33E68" w14:paraId="4CA81D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</w:t>
            </w:r>
            <w:r w:rsidRPr="00AB703F" w:rsidR="00F465C9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Pr="00AB703F" w:rsidR="00D33E68" w:rsidP="009C54AE" w:rsidRDefault="008873D2" w14:paraId="4510FEB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AB703F" w:rsidR="00D33E68" w:rsidP="009C54AE" w:rsidRDefault="00A475F0" w14:paraId="1799DE3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xmlns:wp14="http://schemas.microsoft.com/office/word/2010/wordml" w:rsidRPr="00AB703F" w:rsidR="00923D7D" w:rsidP="009C54AE" w:rsidRDefault="00923D7D" w14:paraId="62EBF3C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AB703F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4.2 </w:t>
      </w:r>
      <w:r w:rsidRPr="00AB703F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AB703F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AB703F" w:rsidR="00923D7D" w:rsidP="009C54AE" w:rsidRDefault="00923D7D" w14:paraId="6D98A12B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AB703F" w:rsidR="0085747A" w:rsidTr="00923D7D" w14:paraId="7FA052EF" wp14:textId="77777777">
        <w:tc>
          <w:tcPr>
            <w:tcW w:w="9670" w:type="dxa"/>
          </w:tcPr>
          <w:p w:rsidRPr="00AB703F" w:rsidR="008873D2" w:rsidP="0098363F" w:rsidRDefault="00D61E16" w14:paraId="27060B00" wp14:textId="7777777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pacing w:val="-6"/>
                <w:sz w:val="24"/>
                <w:szCs w:val="24"/>
              </w:rPr>
            </w:pPr>
            <w:r w:rsidRPr="00AB703F">
              <w:rPr>
                <w:rFonts w:ascii="Corbel" w:hAnsi="Corbel"/>
                <w:spacing w:val="-6"/>
                <w:sz w:val="24"/>
                <w:szCs w:val="24"/>
              </w:rPr>
              <w:t>aktywność na zajęciach (karta oceny prezentacji)</w:t>
            </w:r>
            <w:r w:rsidR="00C22D4B">
              <w:rPr>
                <w:rFonts w:ascii="Corbel" w:hAnsi="Corbel"/>
                <w:spacing w:val="-6"/>
                <w:sz w:val="24"/>
                <w:szCs w:val="24"/>
              </w:rPr>
              <w:t>,</w:t>
            </w:r>
          </w:p>
          <w:p w:rsidRPr="00AB703F" w:rsidR="008873D2" w:rsidP="0098363F" w:rsidRDefault="008873D2" w14:paraId="7E0D46B9" wp14:textId="7777777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pacing w:val="-6"/>
                <w:sz w:val="24"/>
                <w:szCs w:val="24"/>
              </w:rPr>
              <w:t>ocena przygotowanej przez studenta prezentacji,</w:t>
            </w:r>
          </w:p>
          <w:p w:rsidRPr="00AB703F" w:rsidR="0085747A" w:rsidP="00C22D4B" w:rsidRDefault="006127E6" w14:paraId="328315EE" wp14:textId="7777777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AB703F">
              <w:rPr>
                <w:rFonts w:ascii="Corbel" w:hAnsi="Corbel"/>
                <w:spacing w:val="-6"/>
                <w:sz w:val="24"/>
                <w:szCs w:val="24"/>
              </w:rPr>
              <w:t xml:space="preserve">uzyskanie min. 51% punktów z </w:t>
            </w:r>
            <w:r w:rsidRPr="00AB703F" w:rsidR="008873D2">
              <w:rPr>
                <w:rFonts w:ascii="Corbel" w:hAnsi="Corbel"/>
                <w:spacing w:val="-6"/>
                <w:sz w:val="24"/>
                <w:szCs w:val="24"/>
              </w:rPr>
              <w:t xml:space="preserve"> kolokwium </w:t>
            </w:r>
            <w:r w:rsidRPr="00AB703F" w:rsidR="00F465C9">
              <w:rPr>
                <w:rFonts w:ascii="Corbel" w:hAnsi="Corbel"/>
                <w:spacing w:val="-6"/>
                <w:sz w:val="24"/>
                <w:szCs w:val="24"/>
              </w:rPr>
              <w:t xml:space="preserve">( 51-60% - ocena </w:t>
            </w:r>
            <w:proofErr w:type="spellStart"/>
            <w:r w:rsidRPr="00AB703F" w:rsidR="00F465C9">
              <w:rPr>
                <w:rFonts w:ascii="Corbel" w:hAnsi="Corbel"/>
                <w:spacing w:val="-6"/>
                <w:sz w:val="24"/>
                <w:szCs w:val="24"/>
              </w:rPr>
              <w:t>dst</w:t>
            </w:r>
            <w:proofErr w:type="spellEnd"/>
            <w:r w:rsidRPr="00AB703F" w:rsidR="00F465C9">
              <w:rPr>
                <w:rFonts w:ascii="Corbel" w:hAnsi="Corbel"/>
                <w:spacing w:val="-6"/>
                <w:sz w:val="24"/>
                <w:szCs w:val="24"/>
              </w:rPr>
              <w:t xml:space="preserve">; 61-70% - ocena </w:t>
            </w:r>
            <w:proofErr w:type="spellStart"/>
            <w:r w:rsidRPr="00AB703F" w:rsidR="00F465C9">
              <w:rPr>
                <w:rFonts w:ascii="Corbel" w:hAnsi="Corbel"/>
                <w:spacing w:val="-6"/>
                <w:sz w:val="24"/>
                <w:szCs w:val="24"/>
              </w:rPr>
              <w:t>dst</w:t>
            </w:r>
            <w:proofErr w:type="spellEnd"/>
            <w:r w:rsidRPr="00AB703F" w:rsidR="00F465C9">
              <w:rPr>
                <w:rFonts w:ascii="Corbel" w:hAnsi="Corbel"/>
                <w:spacing w:val="-6"/>
                <w:sz w:val="24"/>
                <w:szCs w:val="24"/>
              </w:rPr>
              <w:t xml:space="preserve"> plus; 71-80% - ocena </w:t>
            </w:r>
            <w:proofErr w:type="spellStart"/>
            <w:r w:rsidRPr="00AB703F" w:rsidR="00F465C9">
              <w:rPr>
                <w:rFonts w:ascii="Corbel" w:hAnsi="Corbel"/>
                <w:spacing w:val="-6"/>
                <w:sz w:val="24"/>
                <w:szCs w:val="24"/>
              </w:rPr>
              <w:t>db</w:t>
            </w:r>
            <w:proofErr w:type="spellEnd"/>
            <w:r w:rsidRPr="00AB703F" w:rsidR="00F465C9">
              <w:rPr>
                <w:rFonts w:ascii="Corbel" w:hAnsi="Corbel"/>
                <w:spacing w:val="-6"/>
                <w:sz w:val="24"/>
                <w:szCs w:val="24"/>
              </w:rPr>
              <w:t xml:space="preserve">; 81-90% - ocena </w:t>
            </w:r>
            <w:proofErr w:type="spellStart"/>
            <w:r w:rsidRPr="00AB703F" w:rsidR="00F465C9">
              <w:rPr>
                <w:rFonts w:ascii="Corbel" w:hAnsi="Corbel"/>
                <w:spacing w:val="-6"/>
                <w:sz w:val="24"/>
                <w:szCs w:val="24"/>
              </w:rPr>
              <w:t>db</w:t>
            </w:r>
            <w:proofErr w:type="spellEnd"/>
            <w:r w:rsidRPr="00AB703F" w:rsidR="00F465C9">
              <w:rPr>
                <w:rFonts w:ascii="Corbel" w:hAnsi="Corbel"/>
                <w:spacing w:val="-6"/>
                <w:sz w:val="24"/>
                <w:szCs w:val="24"/>
              </w:rPr>
              <w:t xml:space="preserve"> plus; 91-100% - ocena </w:t>
            </w:r>
            <w:proofErr w:type="spellStart"/>
            <w:r w:rsidRPr="00AB703F" w:rsidR="00F465C9">
              <w:rPr>
                <w:rFonts w:ascii="Corbel" w:hAnsi="Corbel"/>
                <w:spacing w:val="-6"/>
                <w:sz w:val="24"/>
                <w:szCs w:val="24"/>
              </w:rPr>
              <w:t>bdb</w:t>
            </w:r>
            <w:proofErr w:type="spellEnd"/>
            <w:r w:rsidRPr="00AB703F" w:rsidR="00F465C9">
              <w:rPr>
                <w:rFonts w:ascii="Corbel" w:hAnsi="Corbel"/>
                <w:spacing w:val="-6"/>
                <w:sz w:val="24"/>
                <w:szCs w:val="24"/>
              </w:rPr>
              <w:t>)</w:t>
            </w:r>
          </w:p>
        </w:tc>
      </w:tr>
    </w:tbl>
    <w:p xmlns:wp14="http://schemas.microsoft.com/office/word/2010/wordml" w:rsidRPr="00AB703F" w:rsidR="0085747A" w:rsidP="009C54AE" w:rsidRDefault="0085747A" w14:paraId="2946DB8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AB703F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B703F">
        <w:rPr>
          <w:rFonts w:ascii="Corbel" w:hAnsi="Corbel"/>
          <w:b/>
          <w:sz w:val="24"/>
          <w:szCs w:val="24"/>
        </w:rPr>
        <w:t xml:space="preserve">5. </w:t>
      </w:r>
      <w:r w:rsidRPr="00AB703F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AB703F" w:rsidR="0085747A" w:rsidP="009C54AE" w:rsidRDefault="0085747A" w14:paraId="5997CC1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xmlns:wp14="http://schemas.microsoft.com/office/word/2010/wordml" w:rsidRPr="00AB703F" w:rsidR="0085747A" w:rsidTr="003E1941" w14:paraId="63D9DE79" wp14:textId="77777777">
        <w:tc>
          <w:tcPr>
            <w:tcW w:w="4962" w:type="dxa"/>
            <w:vAlign w:val="center"/>
          </w:tcPr>
          <w:p w:rsidRPr="00AB703F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AB703F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B703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AB703F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AB703F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B703F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AB703F" w:rsidR="0085747A" w:rsidTr="00923D7D" w14:paraId="110FDCF0" wp14:textId="77777777">
        <w:tc>
          <w:tcPr>
            <w:tcW w:w="4962" w:type="dxa"/>
          </w:tcPr>
          <w:p w:rsidRPr="00AB703F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G</w:t>
            </w:r>
            <w:r w:rsidRPr="00AB703F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B703F">
              <w:rPr>
                <w:rFonts w:ascii="Corbel" w:hAnsi="Corbel"/>
                <w:sz w:val="24"/>
                <w:szCs w:val="24"/>
              </w:rPr>
              <w:t>kontaktowe</w:t>
            </w:r>
            <w:r w:rsidRPr="00AB703F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B703F">
              <w:rPr>
                <w:rFonts w:ascii="Corbel" w:hAnsi="Corbel"/>
                <w:sz w:val="24"/>
                <w:szCs w:val="24"/>
              </w:rPr>
              <w:t>ynikające</w:t>
            </w:r>
            <w:r w:rsidRPr="00AB703F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AB703F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B703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AB703F" w:rsidR="0085747A" w:rsidP="006127E6" w:rsidRDefault="003403D8" w14:paraId="423D4B9D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AB703F" w:rsidR="00C61DC5" w:rsidTr="00923D7D" w14:paraId="409F0BAA" wp14:textId="77777777">
        <w:tc>
          <w:tcPr>
            <w:tcW w:w="4962" w:type="dxa"/>
          </w:tcPr>
          <w:p w:rsidRPr="00AB703F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AB703F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AB703F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AB703F" w:rsidR="00C61DC5" w:rsidP="006127E6" w:rsidRDefault="003403D8" w14:paraId="5D369756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xmlns:wp14="http://schemas.microsoft.com/office/word/2010/wordml" w:rsidRPr="00AB703F" w:rsidR="00C61DC5" w:rsidTr="00923D7D" w14:paraId="3457159C" wp14:textId="77777777">
        <w:tc>
          <w:tcPr>
            <w:tcW w:w="4962" w:type="dxa"/>
          </w:tcPr>
          <w:p w:rsidRPr="00AB703F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B703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B703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AB703F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AB703F" w:rsidR="00C61DC5" w:rsidP="006127E6" w:rsidRDefault="006127E6" w14:paraId="4BFDD700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xmlns:wp14="http://schemas.microsoft.com/office/word/2010/wordml" w:rsidRPr="00AB703F" w:rsidR="0085747A" w:rsidTr="00923D7D" w14:paraId="4D6280AD" wp14:textId="77777777">
        <w:tc>
          <w:tcPr>
            <w:tcW w:w="4962" w:type="dxa"/>
          </w:tcPr>
          <w:p w:rsidRPr="00AB703F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AB703F" w:rsidR="0085747A" w:rsidP="006127E6" w:rsidRDefault="003403D8" w14:paraId="68861898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5</w:t>
            </w:r>
            <w:r w:rsidRPr="00AB703F" w:rsidR="006127E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AB703F" w:rsidR="0085747A" w:rsidTr="00923D7D" w14:paraId="0AD00C0E" wp14:textId="77777777">
        <w:tc>
          <w:tcPr>
            <w:tcW w:w="4962" w:type="dxa"/>
          </w:tcPr>
          <w:p w:rsidRPr="00AB703F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AB703F" w:rsidR="0085747A" w:rsidP="006127E6" w:rsidRDefault="006127E6" w14:paraId="7144751B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AB703F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B703F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Pr="00AB703F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AB703F" w:rsidR="003E1941" w:rsidP="009C54AE" w:rsidRDefault="003E1941" w14:paraId="110FFD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AB703F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6. </w:t>
      </w:r>
      <w:r w:rsidRPr="00AB703F" w:rsidR="0085747A">
        <w:rPr>
          <w:rFonts w:ascii="Corbel" w:hAnsi="Corbel"/>
          <w:smallCaps w:val="0"/>
          <w:szCs w:val="24"/>
        </w:rPr>
        <w:t>PRAKTYKI ZAWO</w:t>
      </w:r>
      <w:r w:rsidRPr="00AB703F"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AB703F" w:rsidR="0085747A" w:rsidP="009C54AE" w:rsidRDefault="0085747A" w14:paraId="6B699379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AB703F" w:rsidR="0085747A" w:rsidTr="0071620A" w14:paraId="146D6691" wp14:textId="77777777">
        <w:trPr>
          <w:trHeight w:val="397"/>
        </w:trPr>
        <w:tc>
          <w:tcPr>
            <w:tcW w:w="3544" w:type="dxa"/>
          </w:tcPr>
          <w:p w:rsidRPr="00AB703F" w:rsidR="0085747A" w:rsidP="009C54AE" w:rsidRDefault="0085747A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AB703F" w:rsidR="0085747A" w:rsidP="009C54AE" w:rsidRDefault="0085747A" w14:paraId="3FE9F23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AB703F" w:rsidR="0085747A" w:rsidTr="0071620A" w14:paraId="05EFD703" wp14:textId="77777777">
        <w:trPr>
          <w:trHeight w:val="397"/>
        </w:trPr>
        <w:tc>
          <w:tcPr>
            <w:tcW w:w="3544" w:type="dxa"/>
          </w:tcPr>
          <w:p w:rsidRPr="00AB703F" w:rsidR="0085747A" w:rsidP="009C54AE" w:rsidRDefault="0085747A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AB703F" w:rsidR="0085747A" w:rsidP="009C54AE" w:rsidRDefault="0085747A" w14:paraId="1F72F6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AB703F" w:rsidR="003E1941" w:rsidP="009C54AE" w:rsidRDefault="003E1941" w14:paraId="08CE6F9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AB703F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7. </w:t>
      </w:r>
      <w:r w:rsidRPr="00AB703F" w:rsidR="0085747A">
        <w:rPr>
          <w:rFonts w:ascii="Corbel" w:hAnsi="Corbel"/>
          <w:smallCaps w:val="0"/>
          <w:szCs w:val="24"/>
        </w:rPr>
        <w:t>LITERATURA</w:t>
      </w:r>
      <w:r w:rsidRPr="00AB703F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AB703F" w:rsidR="00675843" w:rsidP="009C54AE" w:rsidRDefault="00675843" w14:paraId="61CDCEAD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789"/>
      </w:tblGrid>
      <w:tr xmlns:wp14="http://schemas.microsoft.com/office/word/2010/wordml" w:rsidRPr="00AB703F" w:rsidR="0085747A" w:rsidTr="00AB703F" w14:paraId="7115925F" wp14:textId="77777777">
        <w:trPr>
          <w:trHeight w:val="397"/>
        </w:trPr>
        <w:tc>
          <w:tcPr>
            <w:tcW w:w="8789" w:type="dxa"/>
          </w:tcPr>
          <w:p w:rsidRPr="00C22D4B" w:rsidR="006127E6" w:rsidP="006127E6" w:rsidRDefault="006127E6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22D4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Literatura podstawowa:</w:t>
            </w:r>
          </w:p>
          <w:p w:rsidRPr="00AB703F" w:rsidR="003439C2" w:rsidP="0098363F" w:rsidRDefault="003439C2" w14:paraId="7FE13FE9" wp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Grzegorczyk M. (red), </w:t>
            </w:r>
            <w:r w:rsidRPr="002D3141">
              <w:rPr>
                <w:rFonts w:ascii="Corbel" w:hAnsi="Corbel"/>
                <w:i/>
                <w:sz w:val="24"/>
                <w:szCs w:val="24"/>
              </w:rPr>
              <w:t>Integralna ochrona przyrody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Instytut Ochrony Przyrody PAN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Kraków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2007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AB703F" w:rsidR="003439C2" w:rsidP="0098363F" w:rsidRDefault="003439C2" w14:paraId="76569AF5" wp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Kubiak M., </w:t>
            </w:r>
            <w:r>
              <w:rPr>
                <w:rFonts w:ascii="Corbel" w:hAnsi="Corbel"/>
                <w:sz w:val="24"/>
                <w:szCs w:val="24"/>
              </w:rPr>
              <w:t>Lipińska-Rzeszutek M (red.)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D3141">
              <w:rPr>
                <w:rFonts w:ascii="Corbel" w:hAnsi="Corbel"/>
                <w:i/>
                <w:sz w:val="24"/>
                <w:szCs w:val="24"/>
              </w:rPr>
              <w:t>Współczesne bezpieczeństwo ekologiczne</w:t>
            </w:r>
            <w:r w:rsidRPr="00AB703F">
              <w:rPr>
                <w:rFonts w:ascii="Corbel" w:hAnsi="Corbel"/>
                <w:sz w:val="24"/>
                <w:szCs w:val="24"/>
              </w:rPr>
              <w:t>, ASPRA – JR, Warszawa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2017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AB703F" w:rsidR="006127E6" w:rsidP="00C22D4B" w:rsidRDefault="003439C2" w14:paraId="55EBADB3" wp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Wnuk Z. (red.),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3141">
              <w:rPr>
                <w:rFonts w:ascii="Corbel" w:hAnsi="Corbel"/>
                <w:i/>
                <w:sz w:val="24"/>
                <w:szCs w:val="24"/>
              </w:rPr>
              <w:t>Ekologia i ochrona środowiska</w:t>
            </w:r>
            <w:r w:rsidRPr="00AB703F">
              <w:rPr>
                <w:rFonts w:ascii="Corbel" w:hAnsi="Corbel"/>
                <w:sz w:val="24"/>
                <w:szCs w:val="24"/>
              </w:rPr>
              <w:t>, Wyd. Uniw</w:t>
            </w:r>
            <w:r w:rsidR="00E163CD">
              <w:rPr>
                <w:rFonts w:ascii="Corbel" w:hAnsi="Corbel"/>
                <w:sz w:val="24"/>
                <w:szCs w:val="24"/>
              </w:rPr>
              <w:t>ersytetu Rzeszowskiego, Rzeszów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2012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AB703F" w:rsidR="0085747A" w:rsidTr="00AB703F" w14:paraId="406623C6" wp14:textId="77777777">
        <w:trPr>
          <w:trHeight w:val="397"/>
        </w:trPr>
        <w:tc>
          <w:tcPr>
            <w:tcW w:w="8789" w:type="dxa"/>
          </w:tcPr>
          <w:p w:rsidRPr="00C22D4B" w:rsidR="00CE12FD" w:rsidP="009C54AE" w:rsidRDefault="0085747A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2D4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AB703F" w:rsidR="00CE12FD" w:rsidP="003439C2" w:rsidRDefault="00CE12FD" w14:paraId="27A68814" wp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Ustawa z dnia 16 kwietnia 2004 r o ochronie przyrody. Dz. U.2021.0.1098</w:t>
            </w:r>
          </w:p>
          <w:p w:rsidRPr="00AB703F" w:rsidR="0060538E" w:rsidP="003439C2" w:rsidRDefault="003439C2" w14:paraId="65CBEE29" wp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Pietrewicz J.,</w:t>
            </w:r>
            <w:r w:rsidRPr="00AB703F" w:rsidR="006053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439C2" w:rsidR="0060538E">
              <w:rPr>
                <w:rFonts w:ascii="Corbel" w:hAnsi="Corbel"/>
                <w:i/>
                <w:sz w:val="24"/>
                <w:szCs w:val="24"/>
              </w:rPr>
              <w:t>Ochrona środowiska w warunkach procesów globalizacji</w:t>
            </w:r>
            <w:r>
              <w:rPr>
                <w:rFonts w:ascii="Corbel" w:hAnsi="Corbel"/>
                <w:sz w:val="24"/>
                <w:szCs w:val="24"/>
              </w:rPr>
              <w:t>. SGH Warszawa</w:t>
            </w:r>
            <w:r w:rsidRPr="00AB703F" w:rsidR="006053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AB703F" w:rsidR="006127E6" w:rsidP="003439C2" w:rsidRDefault="003439C2" w14:paraId="05FE642E" wp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Pyłka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-Gutowska E.,</w:t>
            </w:r>
            <w:r w:rsidRPr="00AB703F" w:rsidR="006127E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439C2" w:rsidR="006127E6">
              <w:rPr>
                <w:rFonts w:ascii="Corbel" w:hAnsi="Corbel"/>
                <w:i/>
                <w:sz w:val="24"/>
                <w:szCs w:val="24"/>
              </w:rPr>
              <w:t>Ekologia z ochroną środowiska</w:t>
            </w:r>
            <w:r w:rsidRPr="00AB703F" w:rsidR="006127E6">
              <w:rPr>
                <w:rFonts w:ascii="Corbel" w:hAnsi="Corbel"/>
                <w:sz w:val="24"/>
                <w:szCs w:val="24"/>
              </w:rPr>
              <w:t>, Wyd. Oświata, Warszawa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1997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AB703F" w:rsidR="006127E6" w:rsidP="003439C2" w:rsidRDefault="00323586" w14:paraId="05414554" wp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Sydow M. Chrzanowski Ł.</w:t>
            </w:r>
            <w:r w:rsidRPr="00AB703F" w:rsidR="0060538E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3586" w:rsidR="0060538E">
              <w:rPr>
                <w:rFonts w:ascii="Corbel" w:hAnsi="Corbel"/>
                <w:i/>
                <w:sz w:val="24"/>
                <w:szCs w:val="24"/>
              </w:rPr>
              <w:t>Co wojny robią przyrodzie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 w:rsidR="0060538E">
              <w:rPr>
                <w:rFonts w:ascii="Corbel" w:hAnsi="Corbel"/>
                <w:sz w:val="24"/>
                <w:szCs w:val="24"/>
              </w:rPr>
              <w:t xml:space="preserve"> Dzikie Życie </w:t>
            </w:r>
            <w:r w:rsidRPr="00AB703F">
              <w:rPr>
                <w:rFonts w:ascii="Corbel" w:hAnsi="Corbel"/>
                <w:sz w:val="24"/>
                <w:szCs w:val="24"/>
              </w:rPr>
              <w:t>2013</w:t>
            </w:r>
            <w:r>
              <w:rPr>
                <w:rFonts w:ascii="Corbel" w:hAnsi="Corbel"/>
                <w:sz w:val="24"/>
                <w:szCs w:val="24"/>
              </w:rPr>
              <w:t xml:space="preserve">, nr </w:t>
            </w:r>
            <w:r w:rsidRPr="00AB703F" w:rsidR="0060538E">
              <w:rPr>
                <w:rFonts w:ascii="Corbel" w:hAnsi="Corbel"/>
                <w:sz w:val="24"/>
                <w:szCs w:val="24"/>
              </w:rPr>
              <w:t>4/226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AB703F" w:rsidR="0060538E" w:rsidP="003439C2" w:rsidRDefault="00323586" w14:paraId="6B51718D" wp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Górska-</w:t>
            </w:r>
            <w:proofErr w:type="spellStart"/>
            <w:r w:rsidRPr="00AB703F" w:rsidR="0060538E">
              <w:rPr>
                <w:rFonts w:ascii="Corbel" w:hAnsi="Corbel"/>
                <w:sz w:val="24"/>
                <w:szCs w:val="24"/>
              </w:rPr>
              <w:t>Rożej</w:t>
            </w:r>
            <w:proofErr w:type="spellEnd"/>
            <w:r w:rsidRPr="00AB703F" w:rsidR="0060538E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323586" w:rsidR="0060538E">
              <w:rPr>
                <w:rFonts w:ascii="Corbel" w:hAnsi="Corbel"/>
                <w:i/>
                <w:sz w:val="24"/>
                <w:szCs w:val="24"/>
              </w:rPr>
              <w:t>Bezpieczeństwo ekologiczne w ogólnym systemie bezpieczeństwa państwa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 w:rsidR="0060538E">
              <w:rPr>
                <w:rFonts w:ascii="Corbel" w:hAnsi="Corbel"/>
                <w:sz w:val="24"/>
                <w:szCs w:val="24"/>
              </w:rPr>
              <w:t xml:space="preserve"> Zeszyty Naukowe Wydziału Zarządzania i Dowodzenia Akademii Obrony Narodowej 4(8), Warszawa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2013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AB703F" w:rsidR="0060538E" w:rsidP="003439C2" w:rsidRDefault="0060538E" w14:paraId="4B47DA92" wp14:textId="77777777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szCs w:val="24"/>
              </w:rPr>
            </w:pPr>
            <w:r w:rsidRPr="00323586">
              <w:rPr>
                <w:rFonts w:ascii="Corbel" w:hAnsi="Corbel"/>
                <w:b w:val="0"/>
                <w:i/>
                <w:smallCaps w:val="0"/>
                <w:szCs w:val="24"/>
              </w:rPr>
              <w:t>Raport o stanie środowi</w:t>
            </w:r>
            <w:r w:rsidRPr="00323586" w:rsidR="00323586">
              <w:rPr>
                <w:rFonts w:ascii="Corbel" w:hAnsi="Corbel"/>
                <w:b w:val="0"/>
                <w:i/>
                <w:smallCaps w:val="0"/>
                <w:szCs w:val="24"/>
              </w:rPr>
              <w:t>ska w województwie podkarpackim</w:t>
            </w:r>
            <w:r w:rsidR="0032358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Wyd. WIOŚ, Rzeszów. (Aktualny na dany rok)</w:t>
            </w:r>
          </w:p>
          <w:p w:rsidRPr="00AB703F" w:rsidR="0060538E" w:rsidP="003439C2" w:rsidRDefault="0060538E" w14:paraId="48F98529" wp14:textId="77777777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Symonides</w:t>
            </w:r>
            <w:proofErr w:type="spellEnd"/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</w:t>
            </w:r>
            <w:r w:rsidR="0032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23586" w:rsidR="003235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 Przyrody</w:t>
            </w:r>
            <w:r w:rsidR="00E163C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32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UW, Warszawa</w:t>
            </w:r>
            <w:r w:rsidRPr="00AB703F" w:rsidR="0032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</w:t>
            </w:r>
            <w:r w:rsidR="0032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AB703F" w:rsidR="0060538E" w:rsidP="00C22D4B" w:rsidRDefault="00AB703F" w14:paraId="5579AE0D" wp14:textId="77777777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Kaźmierska-</w:t>
            </w:r>
            <w:proofErr w:type="spellStart"/>
            <w:r w:rsidRPr="00AB703F">
              <w:rPr>
                <w:rFonts w:ascii="Corbel" w:hAnsi="Corbel"/>
                <w:b w:val="0"/>
                <w:smallCaps w:val="0"/>
                <w:szCs w:val="24"/>
              </w:rPr>
              <w:t>Patrzyczna</w:t>
            </w:r>
            <w:proofErr w:type="spellEnd"/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A.,. </w:t>
            </w:r>
            <w:r w:rsidRPr="00E163CD">
              <w:rPr>
                <w:rFonts w:ascii="Corbel" w:hAnsi="Corbel"/>
                <w:b w:val="0"/>
                <w:i/>
                <w:smallCaps w:val="0"/>
                <w:szCs w:val="24"/>
              </w:rPr>
              <w:t>Ochrona różnorodności biologicznej w systemie prawnej ochrony przyrody</w:t>
            </w:r>
            <w:r w:rsidR="00E163C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Wyd. </w:t>
            </w:r>
            <w:proofErr w:type="spellStart"/>
            <w:r w:rsidRPr="00AB703F">
              <w:rPr>
                <w:rFonts w:ascii="Corbel" w:hAnsi="Corbel"/>
                <w:b w:val="0"/>
                <w:smallCaps w:val="0"/>
                <w:szCs w:val="24"/>
              </w:rPr>
              <w:t>Poltex</w:t>
            </w:r>
            <w:proofErr w:type="spellEnd"/>
            <w:r w:rsidRPr="00AB703F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E163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B703F" w:rsidR="00E163CD">
              <w:rPr>
                <w:rFonts w:ascii="Corbel" w:hAnsi="Corbel"/>
                <w:b w:val="0"/>
                <w:smallCaps w:val="0"/>
                <w:szCs w:val="24"/>
              </w:rPr>
              <w:t>2019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xmlns:wp14="http://schemas.microsoft.com/office/word/2010/wordml" w:rsidRPr="00AB703F" w:rsidR="0085747A" w:rsidP="009C54AE" w:rsidRDefault="0085747A" w14:paraId="6BB9E253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AB703F" w:rsidR="0085747A" w:rsidP="009C54AE" w:rsidRDefault="0085747A" w14:paraId="23DE523C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AB703F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B703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AB703F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DC482B" w:rsidP="00C16ABF" w:rsidRDefault="00DC482B" w14:paraId="52E56223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DC482B" w:rsidP="00C16ABF" w:rsidRDefault="00DC482B" w14:paraId="07547A01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DC482B" w:rsidP="00C16ABF" w:rsidRDefault="00DC482B" w14:paraId="5043CB0F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DC482B" w:rsidP="00C16ABF" w:rsidRDefault="00DC482B" w14:paraId="07459315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31940"/>
    <w:multiLevelType w:val="hybridMultilevel"/>
    <w:tmpl w:val="31D29B76"/>
    <w:lvl w:ilvl="0" w:tplc="7B6C77A8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95AFA"/>
    <w:multiLevelType w:val="hybridMultilevel"/>
    <w:tmpl w:val="CAA6DDB6"/>
    <w:lvl w:ilvl="0" w:tplc="3626BC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8E0D82"/>
    <w:multiLevelType w:val="hybridMultilevel"/>
    <w:tmpl w:val="D1F669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686A65"/>
    <w:multiLevelType w:val="hybridMultilevel"/>
    <w:tmpl w:val="315CEB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2E6332"/>
    <w:multiLevelType w:val="hybridMultilevel"/>
    <w:tmpl w:val="0D722C5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59BE2189"/>
    <w:multiLevelType w:val="hybridMultilevel"/>
    <w:tmpl w:val="B6FC4FDC"/>
    <w:lvl w:ilvl="0" w:tplc="166CB012">
      <w:start w:val="1"/>
      <w:numFmt w:val="decimal"/>
      <w:lvlText w:val="%1."/>
      <w:lvlJc w:val="left"/>
      <w:pPr>
        <w:ind w:left="750" w:hanging="360"/>
      </w:pPr>
      <w:rPr>
        <w:rFonts w:hint="default" w:ascii="Times New Roman" w:hAnsi="Times New Roman"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>
    <w:nsid w:val="6F527D8B"/>
    <w:multiLevelType w:val="hybridMultilevel"/>
    <w:tmpl w:val="0D0E1C08"/>
    <w:lvl w:ilvl="0" w:tplc="62F27D2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109"/>
    <w:rsid w:val="00070ED6"/>
    <w:rsid w:val="000742DC"/>
    <w:rsid w:val="00084C12"/>
    <w:rsid w:val="0009422B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CC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07C8"/>
    <w:rsid w:val="002144C0"/>
    <w:rsid w:val="0022477D"/>
    <w:rsid w:val="00225DE5"/>
    <w:rsid w:val="002278A9"/>
    <w:rsid w:val="002336F9"/>
    <w:rsid w:val="0024028F"/>
    <w:rsid w:val="00244ABC"/>
    <w:rsid w:val="00281FF2"/>
    <w:rsid w:val="002857DE"/>
    <w:rsid w:val="00291567"/>
    <w:rsid w:val="00295C20"/>
    <w:rsid w:val="002A22BF"/>
    <w:rsid w:val="002A2389"/>
    <w:rsid w:val="002A671D"/>
    <w:rsid w:val="002B4D55"/>
    <w:rsid w:val="002B5EA0"/>
    <w:rsid w:val="002B6119"/>
    <w:rsid w:val="002C1F06"/>
    <w:rsid w:val="002D3141"/>
    <w:rsid w:val="002D3375"/>
    <w:rsid w:val="002D73D4"/>
    <w:rsid w:val="002E1BAF"/>
    <w:rsid w:val="002F02A3"/>
    <w:rsid w:val="002F4ABE"/>
    <w:rsid w:val="003018BA"/>
    <w:rsid w:val="0030395F"/>
    <w:rsid w:val="00305C92"/>
    <w:rsid w:val="003151C5"/>
    <w:rsid w:val="00323586"/>
    <w:rsid w:val="003343CF"/>
    <w:rsid w:val="003403D8"/>
    <w:rsid w:val="003439C2"/>
    <w:rsid w:val="00346FE9"/>
    <w:rsid w:val="0034759A"/>
    <w:rsid w:val="003503F6"/>
    <w:rsid w:val="003530DD"/>
    <w:rsid w:val="00363F78"/>
    <w:rsid w:val="00366E5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FFC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AA5"/>
    <w:rsid w:val="0050496F"/>
    <w:rsid w:val="00513B6F"/>
    <w:rsid w:val="00517C63"/>
    <w:rsid w:val="005363C4"/>
    <w:rsid w:val="00536BDE"/>
    <w:rsid w:val="005374BC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538E"/>
    <w:rsid w:val="0061029B"/>
    <w:rsid w:val="006127E6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08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0C9"/>
    <w:rsid w:val="00745302"/>
    <w:rsid w:val="007461D6"/>
    <w:rsid w:val="00746EC8"/>
    <w:rsid w:val="00763BF1"/>
    <w:rsid w:val="00766FD4"/>
    <w:rsid w:val="007723D7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3947"/>
    <w:rsid w:val="00884922"/>
    <w:rsid w:val="00885F64"/>
    <w:rsid w:val="008873D2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7B4"/>
    <w:rsid w:val="008F12C9"/>
    <w:rsid w:val="008F6E29"/>
    <w:rsid w:val="00916188"/>
    <w:rsid w:val="00923D7D"/>
    <w:rsid w:val="009508DF"/>
    <w:rsid w:val="00950DAC"/>
    <w:rsid w:val="00954A07"/>
    <w:rsid w:val="0098363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5F0"/>
    <w:rsid w:val="00A527FB"/>
    <w:rsid w:val="00A53FA5"/>
    <w:rsid w:val="00A54029"/>
    <w:rsid w:val="00A54817"/>
    <w:rsid w:val="00A601C8"/>
    <w:rsid w:val="00A60799"/>
    <w:rsid w:val="00A84C85"/>
    <w:rsid w:val="00A97DE1"/>
    <w:rsid w:val="00AB053C"/>
    <w:rsid w:val="00AB703F"/>
    <w:rsid w:val="00AD1069"/>
    <w:rsid w:val="00AD1146"/>
    <w:rsid w:val="00AD27D3"/>
    <w:rsid w:val="00AD66D6"/>
    <w:rsid w:val="00AE1160"/>
    <w:rsid w:val="00AE203C"/>
    <w:rsid w:val="00AE2E74"/>
    <w:rsid w:val="00AE5FCB"/>
    <w:rsid w:val="00AF2C1E"/>
    <w:rsid w:val="00B009C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1446"/>
    <w:rsid w:val="00BD3869"/>
    <w:rsid w:val="00BD66E9"/>
    <w:rsid w:val="00BD6FF4"/>
    <w:rsid w:val="00BF2C41"/>
    <w:rsid w:val="00BF37B4"/>
    <w:rsid w:val="00C058B4"/>
    <w:rsid w:val="00C05F44"/>
    <w:rsid w:val="00C131B5"/>
    <w:rsid w:val="00C16ABF"/>
    <w:rsid w:val="00C170AE"/>
    <w:rsid w:val="00C22D4B"/>
    <w:rsid w:val="00C26CB7"/>
    <w:rsid w:val="00C324C1"/>
    <w:rsid w:val="00C36992"/>
    <w:rsid w:val="00C56036"/>
    <w:rsid w:val="00C61DC5"/>
    <w:rsid w:val="00C67E92"/>
    <w:rsid w:val="00C70A26"/>
    <w:rsid w:val="00C766DF"/>
    <w:rsid w:val="00C860DA"/>
    <w:rsid w:val="00C94B98"/>
    <w:rsid w:val="00CA2B96"/>
    <w:rsid w:val="00CA5089"/>
    <w:rsid w:val="00CD6897"/>
    <w:rsid w:val="00CE12FD"/>
    <w:rsid w:val="00CE5BAC"/>
    <w:rsid w:val="00CF25BE"/>
    <w:rsid w:val="00CF78ED"/>
    <w:rsid w:val="00D02B25"/>
    <w:rsid w:val="00D02EBA"/>
    <w:rsid w:val="00D10D8F"/>
    <w:rsid w:val="00D17C3C"/>
    <w:rsid w:val="00D26B2C"/>
    <w:rsid w:val="00D33E68"/>
    <w:rsid w:val="00D352C9"/>
    <w:rsid w:val="00D425B2"/>
    <w:rsid w:val="00D428D6"/>
    <w:rsid w:val="00D552B2"/>
    <w:rsid w:val="00D608D1"/>
    <w:rsid w:val="00D61E16"/>
    <w:rsid w:val="00D66606"/>
    <w:rsid w:val="00D74119"/>
    <w:rsid w:val="00D8075B"/>
    <w:rsid w:val="00D8678B"/>
    <w:rsid w:val="00DA2114"/>
    <w:rsid w:val="00DC482B"/>
    <w:rsid w:val="00DE09C0"/>
    <w:rsid w:val="00DE4A14"/>
    <w:rsid w:val="00DF320D"/>
    <w:rsid w:val="00DF71C8"/>
    <w:rsid w:val="00E129B8"/>
    <w:rsid w:val="00E163CD"/>
    <w:rsid w:val="00E21E7D"/>
    <w:rsid w:val="00E22FBC"/>
    <w:rsid w:val="00E24BF5"/>
    <w:rsid w:val="00E25338"/>
    <w:rsid w:val="00E37E9D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75B"/>
    <w:rsid w:val="00F070AB"/>
    <w:rsid w:val="00F17567"/>
    <w:rsid w:val="00F27A7B"/>
    <w:rsid w:val="00F465C9"/>
    <w:rsid w:val="00F526AF"/>
    <w:rsid w:val="00F617C3"/>
    <w:rsid w:val="00F7066B"/>
    <w:rsid w:val="00F83B28"/>
    <w:rsid w:val="00F974DA"/>
    <w:rsid w:val="00FA46E5"/>
    <w:rsid w:val="00FB0BB3"/>
    <w:rsid w:val="00FB7DBA"/>
    <w:rsid w:val="00FC1C25"/>
    <w:rsid w:val="00FC3F45"/>
    <w:rsid w:val="00FD503F"/>
    <w:rsid w:val="00FD7589"/>
    <w:rsid w:val="00FF016A"/>
    <w:rsid w:val="00FF1401"/>
    <w:rsid w:val="00FF5E7D"/>
    <w:rsid w:val="0948434D"/>
    <w:rsid w:val="35BB206C"/>
    <w:rsid w:val="3DF92063"/>
    <w:rsid w:val="781E207E"/>
    <w:rsid w:val="7CA8E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13D50"/>
  <w15:chartTrackingRefBased/>
  <w15:docId w15:val="{F1D591C9-875A-492C-AB42-A460EDDC89C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9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2486F8-0767-4EBD-B024-4E66E11BC7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7B271B-98A3-41F0-B355-74C8BA8E3B6A}"/>
</file>

<file path=customXml/itemProps3.xml><?xml version="1.0" encoding="utf-8"?>
<ds:datastoreItem xmlns:ds="http://schemas.openxmlformats.org/officeDocument/2006/customXml" ds:itemID="{4DE99317-CCC3-417B-95C8-5ACDC8487B70}"/>
</file>

<file path=customXml/itemProps4.xml><?xml version="1.0" encoding="utf-8"?>
<ds:datastoreItem xmlns:ds="http://schemas.openxmlformats.org/officeDocument/2006/customXml" ds:itemID="{05612CA2-556D-415D-846E-E353CDE3C76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Cwynar Katarzyna</cp:lastModifiedBy>
  <cp:revision>3</cp:revision>
  <cp:lastPrinted>2019-02-06T12:12:00Z</cp:lastPrinted>
  <dcterms:created xsi:type="dcterms:W3CDTF">2021-11-22T16:29:00Z</dcterms:created>
  <dcterms:modified xsi:type="dcterms:W3CDTF">2021-11-22T17:37:35Z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